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F9A" w:rsidRDefault="004F2F9A" w:rsidP="002D72DF">
      <w:pPr>
        <w:pStyle w:val="Body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3"/>
        <w:gridCol w:w="2919"/>
        <w:gridCol w:w="3649"/>
        <w:gridCol w:w="4379"/>
      </w:tblGrid>
      <w:tr w:rsidR="0045512B" w:rsidRPr="000D0058" w:rsidTr="0045512B">
        <w:tc>
          <w:tcPr>
            <w:tcW w:w="3510" w:type="dxa"/>
          </w:tcPr>
          <w:p w:rsidR="0045512B" w:rsidRPr="000D0058" w:rsidRDefault="0045512B" w:rsidP="0045512B">
            <w:pPr>
              <w:pStyle w:val="Tabletext"/>
            </w:pPr>
            <w:r w:rsidRPr="000D0058">
              <w:t>Employee name:</w:t>
            </w:r>
          </w:p>
          <w:p w:rsidR="0045512B" w:rsidRDefault="0045512B" w:rsidP="0045512B">
            <w:pPr>
              <w:pStyle w:val="Tabletext"/>
            </w:pPr>
          </w:p>
          <w:p w:rsidR="007E33F0" w:rsidRPr="000D0058" w:rsidRDefault="007E33F0" w:rsidP="0045512B">
            <w:pPr>
              <w:pStyle w:val="Tabletext"/>
            </w:pPr>
          </w:p>
        </w:tc>
        <w:tc>
          <w:tcPr>
            <w:tcW w:w="2835" w:type="dxa"/>
          </w:tcPr>
          <w:p w:rsidR="0045512B" w:rsidRDefault="0045512B" w:rsidP="0045512B">
            <w:pPr>
              <w:pStyle w:val="Tabletext"/>
            </w:pPr>
            <w:r w:rsidRPr="000D0058">
              <w:t>Employee number:</w:t>
            </w:r>
          </w:p>
          <w:p w:rsidR="0045512B" w:rsidRPr="000D0058" w:rsidRDefault="0045512B" w:rsidP="0045512B">
            <w:pPr>
              <w:pStyle w:val="Tabletext"/>
            </w:pPr>
          </w:p>
        </w:tc>
        <w:tc>
          <w:tcPr>
            <w:tcW w:w="3544" w:type="dxa"/>
          </w:tcPr>
          <w:p w:rsidR="0045512B" w:rsidRDefault="0045512B" w:rsidP="0045512B">
            <w:pPr>
              <w:pStyle w:val="Tabletext"/>
            </w:pPr>
            <w:r w:rsidRPr="000D0058">
              <w:t xml:space="preserve">Sentinel </w:t>
            </w:r>
            <w:r w:rsidRPr="00E10BFC">
              <w:t>number (if app</w:t>
            </w:r>
            <w:r w:rsidR="002C317D">
              <w:t>licabl</w:t>
            </w:r>
            <w:r w:rsidRPr="00E10BFC">
              <w:t>e):</w:t>
            </w:r>
          </w:p>
          <w:p w:rsidR="0045512B" w:rsidRPr="000D0058" w:rsidRDefault="0045512B" w:rsidP="0045512B">
            <w:pPr>
              <w:pStyle w:val="Tabletext"/>
            </w:pPr>
          </w:p>
        </w:tc>
        <w:tc>
          <w:tcPr>
            <w:tcW w:w="4253" w:type="dxa"/>
          </w:tcPr>
          <w:p w:rsidR="0045512B" w:rsidRDefault="0045512B" w:rsidP="0045512B">
            <w:pPr>
              <w:pStyle w:val="Tabletext"/>
            </w:pPr>
            <w:r>
              <w:t>Work l</w:t>
            </w:r>
            <w:r w:rsidRPr="000D0058">
              <w:t>ocation:</w:t>
            </w:r>
          </w:p>
          <w:p w:rsidR="0045512B" w:rsidRPr="000D0058" w:rsidRDefault="0045512B" w:rsidP="0045512B">
            <w:pPr>
              <w:pStyle w:val="Tabletext"/>
            </w:pPr>
          </w:p>
        </w:tc>
      </w:tr>
      <w:tr w:rsidR="0045512B" w:rsidRPr="000D0058" w:rsidTr="0045512B">
        <w:tc>
          <w:tcPr>
            <w:tcW w:w="3510" w:type="dxa"/>
          </w:tcPr>
          <w:p w:rsidR="0045512B" w:rsidRPr="000D0058" w:rsidRDefault="0045512B" w:rsidP="0045512B">
            <w:pPr>
              <w:pStyle w:val="Tabletext"/>
            </w:pPr>
            <w:r w:rsidRPr="000D0058">
              <w:t>Job role:</w:t>
            </w:r>
          </w:p>
          <w:p w:rsidR="0045512B" w:rsidRDefault="0045512B" w:rsidP="0045512B">
            <w:pPr>
              <w:pStyle w:val="Tabletext"/>
            </w:pPr>
          </w:p>
          <w:p w:rsidR="007E33F0" w:rsidRPr="000D0058" w:rsidRDefault="007E33F0" w:rsidP="0045512B">
            <w:pPr>
              <w:pStyle w:val="Tabletext"/>
            </w:pPr>
          </w:p>
        </w:tc>
        <w:tc>
          <w:tcPr>
            <w:tcW w:w="2835" w:type="dxa"/>
          </w:tcPr>
          <w:p w:rsidR="0045512B" w:rsidRDefault="0045512B" w:rsidP="0045512B">
            <w:pPr>
              <w:pStyle w:val="Tabletext"/>
            </w:pPr>
            <w:r w:rsidRPr="000D0058">
              <w:t>Date:</w:t>
            </w:r>
          </w:p>
          <w:p w:rsidR="0045512B" w:rsidRPr="000D0058" w:rsidRDefault="0045512B" w:rsidP="0045512B">
            <w:pPr>
              <w:pStyle w:val="Tabletext"/>
            </w:pPr>
          </w:p>
        </w:tc>
        <w:tc>
          <w:tcPr>
            <w:tcW w:w="7797" w:type="dxa"/>
            <w:gridSpan w:val="2"/>
          </w:tcPr>
          <w:p w:rsidR="0045512B" w:rsidRDefault="0045512B" w:rsidP="0045512B">
            <w:pPr>
              <w:pStyle w:val="Tabletext"/>
            </w:pPr>
            <w:r w:rsidRPr="000D0058">
              <w:t>Name of manager completing:</w:t>
            </w:r>
          </w:p>
          <w:p w:rsidR="002C317D" w:rsidRPr="000D0058" w:rsidRDefault="002C317D" w:rsidP="0045512B">
            <w:pPr>
              <w:pStyle w:val="Tabletext"/>
            </w:pPr>
          </w:p>
        </w:tc>
      </w:tr>
      <w:tr w:rsidR="0045512B" w:rsidRPr="000D0058" w:rsidTr="0045512B">
        <w:tc>
          <w:tcPr>
            <w:tcW w:w="14142" w:type="dxa"/>
            <w:gridSpan w:val="4"/>
          </w:tcPr>
          <w:p w:rsidR="0045512B" w:rsidRDefault="0045512B" w:rsidP="0045512B">
            <w:pPr>
              <w:pStyle w:val="Tabletext"/>
            </w:pPr>
            <w:r>
              <w:t>Occupational health diagnosis/Disease or health concern, includin</w:t>
            </w:r>
            <w:r w:rsidR="002C317D">
              <w:t>g physical, mental or social</w:t>
            </w:r>
            <w:r w:rsidR="006A28DC">
              <w:t>:</w:t>
            </w:r>
            <w:r>
              <w:t xml:space="preserve"> </w:t>
            </w:r>
            <w:r w:rsidRPr="0045512B">
              <w:rPr>
                <w:i/>
              </w:rPr>
              <w:t>(Delete as appropriate)</w:t>
            </w:r>
            <w:r>
              <w:t xml:space="preserve"> </w:t>
            </w:r>
          </w:p>
          <w:p w:rsidR="0045512B" w:rsidRDefault="0045512B" w:rsidP="007E33F0">
            <w:pPr>
              <w:pStyle w:val="Tabletext"/>
            </w:pPr>
          </w:p>
          <w:p w:rsidR="007E33F0" w:rsidRDefault="007E33F0" w:rsidP="007E33F0">
            <w:pPr>
              <w:pStyle w:val="Tabletext"/>
            </w:pPr>
          </w:p>
          <w:p w:rsidR="007E33F0" w:rsidRDefault="007E33F0" w:rsidP="007E33F0">
            <w:pPr>
              <w:pStyle w:val="Tabletext"/>
            </w:pPr>
          </w:p>
          <w:p w:rsidR="007E33F0" w:rsidRDefault="007E33F0" w:rsidP="007E33F0">
            <w:pPr>
              <w:pStyle w:val="Tabletext"/>
            </w:pPr>
          </w:p>
          <w:p w:rsidR="007E33F0" w:rsidRPr="000D0058" w:rsidRDefault="007E33F0" w:rsidP="007E33F0">
            <w:pPr>
              <w:pStyle w:val="Tabletext"/>
            </w:pPr>
          </w:p>
        </w:tc>
      </w:tr>
    </w:tbl>
    <w:p w:rsidR="0045512B" w:rsidRDefault="0045512B" w:rsidP="0045512B">
      <w:pPr>
        <w:pStyle w:val="BodyText"/>
        <w:spacing w:before="120"/>
      </w:pPr>
      <w:r w:rsidRPr="0045512B">
        <w:t>This document forms a record of discussions that have taken place, together with control measures implemented by Network Rail as a safeguard regarding</w:t>
      </w:r>
      <w:r>
        <w:t xml:space="preserve"> the</w:t>
      </w:r>
      <w:r w:rsidRPr="0045512B">
        <w:t xml:space="preserve"> individual employee’s health and wellbeing.</w:t>
      </w:r>
      <w:r>
        <w:t xml:space="preserve"> </w:t>
      </w:r>
      <w:r w:rsidRPr="0045512B">
        <w:t xml:space="preserve"> It should be signed by</w:t>
      </w:r>
      <w:r>
        <w:t xml:space="preserve"> the</w:t>
      </w:r>
      <w:r w:rsidRPr="0045512B">
        <w:t xml:space="preserve"> line manager and employee, </w:t>
      </w:r>
      <w:r w:rsidR="006A28DC">
        <w:t xml:space="preserve">with </w:t>
      </w:r>
      <w:r w:rsidRPr="0045512B">
        <w:t>copies maintained for records and reviewed at agreed dates.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4"/>
        <w:gridCol w:w="10106"/>
      </w:tblGrid>
      <w:tr w:rsidR="0045512B" w:rsidRPr="0045512B" w:rsidTr="0045512B">
        <w:tc>
          <w:tcPr>
            <w:tcW w:w="4503" w:type="dxa"/>
          </w:tcPr>
          <w:p w:rsidR="0045512B" w:rsidRPr="0045512B" w:rsidRDefault="0045512B" w:rsidP="0045512B">
            <w:pPr>
              <w:pStyle w:val="Tabletext"/>
            </w:pPr>
            <w:r w:rsidRPr="0045512B">
              <w:t>Work status (in work, restricted duties, restricted duties recommended, absent</w:t>
            </w:r>
            <w:r>
              <w:t>,</w:t>
            </w:r>
            <w:r w:rsidRPr="0045512B">
              <w:t xml:space="preserve"> etc.):</w:t>
            </w:r>
          </w:p>
        </w:tc>
        <w:tc>
          <w:tcPr>
            <w:tcW w:w="10283" w:type="dxa"/>
          </w:tcPr>
          <w:p w:rsidR="0045512B" w:rsidRPr="0045512B" w:rsidRDefault="0045512B" w:rsidP="0045512B">
            <w:pPr>
              <w:pStyle w:val="Tabletext"/>
            </w:pPr>
          </w:p>
          <w:p w:rsidR="0045512B" w:rsidRDefault="0045512B" w:rsidP="0045512B">
            <w:pPr>
              <w:pStyle w:val="Tabletext"/>
            </w:pPr>
          </w:p>
          <w:p w:rsidR="007E33F0" w:rsidRDefault="007E33F0" w:rsidP="0045512B">
            <w:pPr>
              <w:pStyle w:val="Tabletext"/>
            </w:pPr>
          </w:p>
          <w:p w:rsidR="007E33F0" w:rsidRPr="0045512B" w:rsidRDefault="007E33F0" w:rsidP="0045512B">
            <w:pPr>
              <w:pStyle w:val="Tabletext"/>
            </w:pPr>
          </w:p>
          <w:p w:rsidR="0045512B" w:rsidRPr="0045512B" w:rsidRDefault="0045512B" w:rsidP="0045512B">
            <w:pPr>
              <w:pStyle w:val="Tabletext"/>
            </w:pPr>
          </w:p>
        </w:tc>
      </w:tr>
      <w:tr w:rsidR="0045512B" w:rsidRPr="000D0058" w:rsidTr="0045512B">
        <w:tc>
          <w:tcPr>
            <w:tcW w:w="4503" w:type="dxa"/>
          </w:tcPr>
          <w:p w:rsidR="0045512B" w:rsidRPr="00F46111" w:rsidRDefault="0045512B" w:rsidP="0045512B">
            <w:pPr>
              <w:pStyle w:val="Tabletext"/>
            </w:pPr>
            <w:r w:rsidRPr="00E10BFC">
              <w:t>Outcomes identified at medical assessment (if appropriate):</w:t>
            </w:r>
          </w:p>
        </w:tc>
        <w:tc>
          <w:tcPr>
            <w:tcW w:w="10283" w:type="dxa"/>
          </w:tcPr>
          <w:p w:rsidR="0045512B" w:rsidRPr="000D0058" w:rsidRDefault="0045512B" w:rsidP="0045512B">
            <w:pPr>
              <w:pStyle w:val="Tabletext"/>
            </w:pPr>
          </w:p>
          <w:p w:rsidR="0045512B" w:rsidRDefault="0045512B" w:rsidP="0045512B">
            <w:pPr>
              <w:pStyle w:val="Tabletext"/>
            </w:pPr>
          </w:p>
          <w:p w:rsidR="007E33F0" w:rsidRDefault="007E33F0" w:rsidP="0045512B">
            <w:pPr>
              <w:pStyle w:val="Tabletext"/>
            </w:pPr>
          </w:p>
          <w:p w:rsidR="007E33F0" w:rsidRDefault="007E33F0" w:rsidP="0045512B">
            <w:pPr>
              <w:pStyle w:val="Tabletext"/>
            </w:pPr>
          </w:p>
          <w:p w:rsidR="007E33F0" w:rsidRPr="000D0058" w:rsidRDefault="007E33F0" w:rsidP="0045512B">
            <w:pPr>
              <w:pStyle w:val="Tabletext"/>
            </w:pPr>
          </w:p>
          <w:p w:rsidR="0045512B" w:rsidRPr="000D0058" w:rsidRDefault="0045512B" w:rsidP="0045512B">
            <w:pPr>
              <w:pStyle w:val="Tabletext"/>
            </w:pPr>
          </w:p>
        </w:tc>
      </w:tr>
    </w:tbl>
    <w:p w:rsidR="0045512B" w:rsidRDefault="0045512B" w:rsidP="0045512B">
      <w:pPr>
        <w:pStyle w:val="GeneralHeading"/>
        <w:spacing w:after="240"/>
      </w:pPr>
      <w:r>
        <w:lastRenderedPageBreak/>
        <w:t>Action plan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0"/>
        <w:gridCol w:w="7650"/>
        <w:gridCol w:w="2460"/>
      </w:tblGrid>
      <w:tr w:rsidR="0045512B" w:rsidTr="00A93B69">
        <w:trPr>
          <w:cantSplit/>
          <w:tblHeader/>
        </w:trPr>
        <w:tc>
          <w:tcPr>
            <w:tcW w:w="4503" w:type="dxa"/>
            <w:shd w:val="clear" w:color="auto" w:fill="auto"/>
          </w:tcPr>
          <w:p w:rsidR="0045512B" w:rsidRPr="00A35831" w:rsidRDefault="0045512B" w:rsidP="007E33F0">
            <w:pPr>
              <w:pStyle w:val="Tableheadingtext"/>
              <w:keepNext/>
            </w:pPr>
            <w:r w:rsidRPr="00A35831">
              <w:t>Risk area and discussion points</w:t>
            </w:r>
          </w:p>
        </w:tc>
        <w:tc>
          <w:tcPr>
            <w:tcW w:w="7796" w:type="dxa"/>
            <w:shd w:val="clear" w:color="auto" w:fill="auto"/>
          </w:tcPr>
          <w:p w:rsidR="0045512B" w:rsidRPr="00A35831" w:rsidRDefault="0045512B" w:rsidP="007E33F0">
            <w:pPr>
              <w:pStyle w:val="Tableheadingtext"/>
              <w:keepNext/>
            </w:pPr>
            <w:r w:rsidRPr="00A35831">
              <w:t>Agreed action (including accountabilities and responsibilities)</w:t>
            </w:r>
          </w:p>
        </w:tc>
        <w:tc>
          <w:tcPr>
            <w:tcW w:w="2487" w:type="dxa"/>
            <w:shd w:val="clear" w:color="auto" w:fill="auto"/>
          </w:tcPr>
          <w:p w:rsidR="0045512B" w:rsidRDefault="0045512B" w:rsidP="007E33F0">
            <w:pPr>
              <w:pStyle w:val="Tableheadingtext"/>
              <w:keepNext/>
            </w:pPr>
            <w:r w:rsidRPr="00A35831">
              <w:t>Review period/date</w:t>
            </w:r>
          </w:p>
        </w:tc>
      </w:tr>
      <w:tr w:rsidR="0045512B" w:rsidTr="00A93B69">
        <w:trPr>
          <w:cantSplit/>
        </w:trPr>
        <w:tc>
          <w:tcPr>
            <w:tcW w:w="4503" w:type="dxa"/>
            <w:shd w:val="clear" w:color="auto" w:fill="auto"/>
          </w:tcPr>
          <w:p w:rsidR="0045512B" w:rsidRPr="00A93B69" w:rsidRDefault="0045512B" w:rsidP="00B45CE3">
            <w:pPr>
              <w:pStyle w:val="Tabletext"/>
              <w:rPr>
                <w:rFonts w:eastAsia="Calibri" w:cs="Arial"/>
                <w:b/>
              </w:rPr>
            </w:pPr>
            <w:r w:rsidRPr="00A93B69">
              <w:rPr>
                <w:rFonts w:eastAsia="Calibri" w:cs="Arial"/>
                <w:b/>
              </w:rPr>
              <w:t>Training and understanding:</w:t>
            </w:r>
          </w:p>
          <w:p w:rsidR="0045512B" w:rsidRDefault="0045512B" w:rsidP="0045512B">
            <w:pPr>
              <w:pStyle w:val="Tablebullet1"/>
              <w:rPr>
                <w:rFonts w:eastAsia="Calibri"/>
              </w:rPr>
            </w:pPr>
            <w:r>
              <w:rPr>
                <w:rFonts w:eastAsia="Calibri"/>
              </w:rPr>
              <w:t>Discuss employee understanding of diagnosis/health risk assessment</w:t>
            </w:r>
          </w:p>
          <w:p w:rsidR="0045512B" w:rsidRPr="00A31020" w:rsidRDefault="0045512B" w:rsidP="0045512B">
            <w:pPr>
              <w:pStyle w:val="Tablebullet1"/>
              <w:rPr>
                <w:rFonts w:eastAsia="Calibri"/>
              </w:rPr>
            </w:pPr>
            <w:r>
              <w:rPr>
                <w:rFonts w:eastAsia="Calibri"/>
              </w:rPr>
              <w:t>Ensure leaflets/posters and web info accessible and seen</w:t>
            </w:r>
          </w:p>
        </w:tc>
        <w:tc>
          <w:tcPr>
            <w:tcW w:w="7796" w:type="dxa"/>
            <w:shd w:val="clear" w:color="auto" w:fill="auto"/>
          </w:tcPr>
          <w:p w:rsidR="0045512B" w:rsidRDefault="0045512B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Pr="00A31020" w:rsidRDefault="007E33F0" w:rsidP="00B45CE3">
            <w:pPr>
              <w:pStyle w:val="Tabletext"/>
              <w:rPr>
                <w:rFonts w:eastAsia="Calibri" w:cs="Arial"/>
              </w:rPr>
            </w:pPr>
          </w:p>
        </w:tc>
        <w:tc>
          <w:tcPr>
            <w:tcW w:w="2487" w:type="dxa"/>
            <w:shd w:val="clear" w:color="auto" w:fill="auto"/>
          </w:tcPr>
          <w:p w:rsidR="0045512B" w:rsidRPr="00A31020" w:rsidRDefault="0045512B" w:rsidP="00B45CE3">
            <w:pPr>
              <w:pStyle w:val="Tabletext"/>
              <w:rPr>
                <w:rFonts w:eastAsia="Calibri" w:cs="Arial"/>
              </w:rPr>
            </w:pPr>
          </w:p>
        </w:tc>
      </w:tr>
      <w:tr w:rsidR="00A93B69" w:rsidTr="00A93B69">
        <w:trPr>
          <w:cantSplit/>
        </w:trPr>
        <w:tc>
          <w:tcPr>
            <w:tcW w:w="4503" w:type="dxa"/>
            <w:shd w:val="clear" w:color="auto" w:fill="auto"/>
          </w:tcPr>
          <w:p w:rsidR="00A93B69" w:rsidRPr="00A93B69" w:rsidRDefault="00A93B69" w:rsidP="00B45CE3">
            <w:pPr>
              <w:pStyle w:val="Tabletext"/>
              <w:rPr>
                <w:rFonts w:eastAsia="Calibri" w:cs="Arial"/>
                <w:b/>
              </w:rPr>
            </w:pPr>
            <w:r w:rsidRPr="00A93B69">
              <w:rPr>
                <w:rFonts w:eastAsia="Calibri" w:cs="Arial"/>
                <w:b/>
              </w:rPr>
              <w:t>Review of control measures/</w:t>
            </w:r>
            <w:r>
              <w:rPr>
                <w:rFonts w:eastAsia="Calibri" w:cs="Arial"/>
                <w:b/>
              </w:rPr>
              <w:t>‌</w:t>
            </w:r>
            <w:r w:rsidRPr="00A93B69">
              <w:rPr>
                <w:rFonts w:eastAsia="Calibri" w:cs="Arial"/>
                <w:b/>
              </w:rPr>
              <w:t>interventions:</w:t>
            </w:r>
          </w:p>
          <w:p w:rsidR="00A93B69" w:rsidRPr="00A93B69" w:rsidRDefault="00A93B69" w:rsidP="00A93B69">
            <w:pPr>
              <w:pStyle w:val="Tablebullet1"/>
              <w:rPr>
                <w:rFonts w:eastAsia="Calibri"/>
              </w:rPr>
            </w:pPr>
            <w:r>
              <w:rPr>
                <w:rFonts w:eastAsia="Calibri"/>
              </w:rPr>
              <w:t>Discussion about working practices to reduce risk and identify controls to be implemented.</w:t>
            </w:r>
          </w:p>
        </w:tc>
        <w:tc>
          <w:tcPr>
            <w:tcW w:w="7796" w:type="dxa"/>
            <w:shd w:val="clear" w:color="auto" w:fill="auto"/>
          </w:tcPr>
          <w:p w:rsidR="00A93B69" w:rsidRDefault="00A93B69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Pr="00A31020" w:rsidRDefault="007E33F0" w:rsidP="00B45CE3">
            <w:pPr>
              <w:pStyle w:val="Tabletext"/>
              <w:rPr>
                <w:rFonts w:eastAsia="Calibri" w:cs="Arial"/>
              </w:rPr>
            </w:pPr>
          </w:p>
        </w:tc>
        <w:tc>
          <w:tcPr>
            <w:tcW w:w="2487" w:type="dxa"/>
            <w:shd w:val="clear" w:color="auto" w:fill="auto"/>
          </w:tcPr>
          <w:p w:rsidR="00A93B69" w:rsidRPr="00A31020" w:rsidRDefault="00A93B69" w:rsidP="00BA3829">
            <w:pPr>
              <w:pStyle w:val="Tabletext"/>
              <w:rPr>
                <w:rFonts w:eastAsia="Calibri" w:cs="Arial"/>
              </w:rPr>
            </w:pPr>
          </w:p>
        </w:tc>
      </w:tr>
      <w:tr w:rsidR="00A93B69" w:rsidTr="00A93B69">
        <w:trPr>
          <w:cantSplit/>
        </w:trPr>
        <w:tc>
          <w:tcPr>
            <w:tcW w:w="4503" w:type="dxa"/>
            <w:shd w:val="clear" w:color="auto" w:fill="auto"/>
          </w:tcPr>
          <w:p w:rsidR="00A93B69" w:rsidRDefault="00A93B69" w:rsidP="00B45CE3">
            <w:pPr>
              <w:pStyle w:val="Tabletext"/>
              <w:rPr>
                <w:rFonts w:eastAsia="Calibri" w:cs="Arial"/>
              </w:rPr>
            </w:pPr>
            <w:r>
              <w:rPr>
                <w:rFonts w:eastAsia="Calibri" w:cs="Arial"/>
                <w:b/>
              </w:rPr>
              <w:t>Medical review plans:</w:t>
            </w:r>
          </w:p>
          <w:p w:rsidR="00A93B69" w:rsidRDefault="00A93B69" w:rsidP="00A93B69">
            <w:pPr>
              <w:pStyle w:val="Tablebullet1"/>
              <w:rPr>
                <w:rFonts w:eastAsia="Calibri"/>
              </w:rPr>
            </w:pPr>
            <w:r>
              <w:rPr>
                <w:rFonts w:eastAsia="Calibri"/>
              </w:rPr>
              <w:t>Discuss any OH recommendations relating to employee</w:t>
            </w:r>
          </w:p>
          <w:p w:rsidR="00A93B69" w:rsidRPr="00A93B69" w:rsidRDefault="00A93B69" w:rsidP="00A93B69">
            <w:pPr>
              <w:pStyle w:val="Tablebullet1"/>
              <w:rPr>
                <w:rFonts w:eastAsia="Calibri"/>
              </w:rPr>
            </w:pPr>
            <w:r>
              <w:rPr>
                <w:rFonts w:eastAsia="Calibri"/>
              </w:rPr>
              <w:t>Action any additional medical suggestions</w:t>
            </w:r>
          </w:p>
        </w:tc>
        <w:tc>
          <w:tcPr>
            <w:tcW w:w="7796" w:type="dxa"/>
            <w:shd w:val="clear" w:color="auto" w:fill="auto"/>
          </w:tcPr>
          <w:p w:rsidR="00A93B69" w:rsidRDefault="00A93B69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Pr="00A31020" w:rsidRDefault="007E33F0" w:rsidP="00B45CE3">
            <w:pPr>
              <w:pStyle w:val="Tabletext"/>
              <w:rPr>
                <w:rFonts w:eastAsia="Calibri" w:cs="Arial"/>
              </w:rPr>
            </w:pPr>
          </w:p>
        </w:tc>
        <w:tc>
          <w:tcPr>
            <w:tcW w:w="2487" w:type="dxa"/>
            <w:shd w:val="clear" w:color="auto" w:fill="auto"/>
          </w:tcPr>
          <w:p w:rsidR="00A93B69" w:rsidRPr="00A31020" w:rsidRDefault="00A93B69" w:rsidP="00BA3829">
            <w:pPr>
              <w:pStyle w:val="Tabletext"/>
              <w:rPr>
                <w:rFonts w:eastAsia="Calibri" w:cs="Arial"/>
              </w:rPr>
            </w:pPr>
          </w:p>
        </w:tc>
      </w:tr>
      <w:tr w:rsidR="00A93B69" w:rsidTr="00A93B69">
        <w:trPr>
          <w:cantSplit/>
        </w:trPr>
        <w:tc>
          <w:tcPr>
            <w:tcW w:w="4503" w:type="dxa"/>
            <w:shd w:val="clear" w:color="auto" w:fill="auto"/>
          </w:tcPr>
          <w:p w:rsidR="00A93B69" w:rsidRDefault="00A93B69" w:rsidP="00B45CE3">
            <w:pPr>
              <w:pStyle w:val="Tabletext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lastRenderedPageBreak/>
              <w:t>Any other comments:</w:t>
            </w:r>
          </w:p>
        </w:tc>
        <w:tc>
          <w:tcPr>
            <w:tcW w:w="7796" w:type="dxa"/>
            <w:shd w:val="clear" w:color="auto" w:fill="auto"/>
          </w:tcPr>
          <w:p w:rsidR="00A93B69" w:rsidRDefault="00A93B69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7E33F0" w:rsidRDefault="007E33F0" w:rsidP="00B45CE3">
            <w:pPr>
              <w:pStyle w:val="Tabletext"/>
              <w:rPr>
                <w:rFonts w:eastAsia="Calibri" w:cs="Arial"/>
              </w:rPr>
            </w:pPr>
          </w:p>
          <w:p w:rsidR="002C317D" w:rsidRPr="00A31020" w:rsidRDefault="002C317D" w:rsidP="00B45CE3">
            <w:pPr>
              <w:pStyle w:val="Tabletext"/>
              <w:rPr>
                <w:rFonts w:eastAsia="Calibri" w:cs="Arial"/>
              </w:rPr>
            </w:pPr>
          </w:p>
        </w:tc>
        <w:tc>
          <w:tcPr>
            <w:tcW w:w="2487" w:type="dxa"/>
            <w:shd w:val="clear" w:color="auto" w:fill="auto"/>
          </w:tcPr>
          <w:p w:rsidR="00A93B69" w:rsidRDefault="00A93B69" w:rsidP="00BA3829">
            <w:pPr>
              <w:pStyle w:val="Tabletext"/>
              <w:rPr>
                <w:rFonts w:eastAsia="Calibri" w:cs="Arial"/>
              </w:rPr>
            </w:pPr>
          </w:p>
        </w:tc>
      </w:tr>
    </w:tbl>
    <w:p w:rsidR="004F2F9A" w:rsidRDefault="004F2F9A" w:rsidP="004F787B">
      <w:pPr>
        <w:pStyle w:val="BodyText"/>
      </w:pPr>
    </w:p>
    <w:p w:rsidR="00A93B69" w:rsidRDefault="00A93B69" w:rsidP="00A93B69">
      <w:pPr>
        <w:pStyle w:val="BodyText"/>
        <w:tabs>
          <w:tab w:val="right" w:leader="dot" w:pos="14459"/>
        </w:tabs>
      </w:pPr>
      <w:r>
        <w:t xml:space="preserve">The above action plan has been discussed and agreed.  Review dates will be as indicated.  Action plan review date:  </w:t>
      </w:r>
      <w:r>
        <w:tab/>
      </w:r>
    </w:p>
    <w:p w:rsidR="00A93B69" w:rsidRDefault="00A93B69" w:rsidP="00A93B69">
      <w:pPr>
        <w:pStyle w:val="BodyText"/>
        <w:tabs>
          <w:tab w:val="right" w:leader="dot" w:pos="14459"/>
        </w:tabs>
      </w:pPr>
    </w:p>
    <w:p w:rsidR="00A93B69" w:rsidRDefault="00A93B69" w:rsidP="00A93B69">
      <w:pPr>
        <w:pStyle w:val="BodyText"/>
        <w:tabs>
          <w:tab w:val="right" w:leader="dot" w:pos="8931"/>
        </w:tabs>
      </w:pPr>
      <w:r>
        <w:t xml:space="preserve">Signature of employee:  </w:t>
      </w:r>
      <w:r>
        <w:tab/>
      </w:r>
    </w:p>
    <w:p w:rsidR="00A93B69" w:rsidRDefault="00A93B69" w:rsidP="00A93B69">
      <w:pPr>
        <w:pStyle w:val="BodyText"/>
        <w:tabs>
          <w:tab w:val="right" w:leader="dot" w:pos="8931"/>
        </w:tabs>
      </w:pPr>
    </w:p>
    <w:p w:rsidR="00A93B69" w:rsidRDefault="00A93B69" w:rsidP="00A93B69">
      <w:pPr>
        <w:pStyle w:val="BodyText"/>
        <w:tabs>
          <w:tab w:val="right" w:leader="dot" w:pos="8931"/>
        </w:tabs>
      </w:pPr>
      <w:r>
        <w:t xml:space="preserve">Name of manager:  </w:t>
      </w:r>
      <w:r>
        <w:tab/>
      </w:r>
    </w:p>
    <w:p w:rsidR="00A93B69" w:rsidRDefault="00A93B69" w:rsidP="00A93B69">
      <w:pPr>
        <w:pStyle w:val="BodyText"/>
        <w:tabs>
          <w:tab w:val="right" w:leader="dot" w:pos="14459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13994"/>
      </w:tblGrid>
      <w:tr w:rsidR="00A93B69" w:rsidTr="002C317D">
        <w:tc>
          <w:tcPr>
            <w:tcW w:w="576" w:type="dxa"/>
          </w:tcPr>
          <w:p w:rsidR="00A93B69" w:rsidRDefault="002C317D" w:rsidP="00A93B69">
            <w:pPr>
              <w:pStyle w:val="Tabletext"/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8pt;height:20.4pt" o:ole="">
                  <v:imagedata r:id="rId11" o:title=""/>
                </v:shape>
                <w:control r:id="rId12" w:name="CheckBox21" w:shapeid="_x0000_i1031"/>
              </w:object>
            </w:r>
          </w:p>
        </w:tc>
        <w:tc>
          <w:tcPr>
            <w:tcW w:w="14210" w:type="dxa"/>
            <w:vAlign w:val="center"/>
          </w:tcPr>
          <w:p w:rsidR="00A93B69" w:rsidRDefault="002C317D" w:rsidP="002C317D">
            <w:pPr>
              <w:pStyle w:val="Tabletext"/>
            </w:pPr>
            <w:r>
              <w:t xml:space="preserve">Copy to Occupational Health and Wellbeing Manager </w:t>
            </w:r>
            <w:r w:rsidRPr="002C317D">
              <w:rPr>
                <w:i/>
              </w:rPr>
              <w:t>(please tick)</w:t>
            </w:r>
          </w:p>
        </w:tc>
      </w:tr>
      <w:tr w:rsidR="00A93B69" w:rsidTr="002C317D">
        <w:tc>
          <w:tcPr>
            <w:tcW w:w="576" w:type="dxa"/>
          </w:tcPr>
          <w:p w:rsidR="00A93B69" w:rsidRDefault="002C317D" w:rsidP="00A93B69">
            <w:pPr>
              <w:pStyle w:val="Tabletext"/>
            </w:pPr>
            <w:r>
              <w:object w:dxaOrig="225" w:dyaOrig="225">
                <v:shape id="_x0000_i1033" type="#_x0000_t75" style="width:18pt;height:20.4pt" o:ole="">
                  <v:imagedata r:id="rId11" o:title=""/>
                </v:shape>
                <w:control r:id="rId13" w:name="CheckBox211" w:shapeid="_x0000_i1033"/>
              </w:object>
            </w:r>
          </w:p>
        </w:tc>
        <w:tc>
          <w:tcPr>
            <w:tcW w:w="14210" w:type="dxa"/>
            <w:vAlign w:val="center"/>
          </w:tcPr>
          <w:p w:rsidR="00A93B69" w:rsidRDefault="002C317D" w:rsidP="002C317D">
            <w:pPr>
              <w:pStyle w:val="Tabletext"/>
            </w:pPr>
            <w:r>
              <w:t xml:space="preserve">Copy to HRSS </w:t>
            </w:r>
            <w:r w:rsidRPr="002C317D">
              <w:rPr>
                <w:i/>
              </w:rPr>
              <w:t>(please tick)</w:t>
            </w:r>
          </w:p>
        </w:tc>
      </w:tr>
      <w:tr w:rsidR="00A93B69" w:rsidTr="002C317D">
        <w:tc>
          <w:tcPr>
            <w:tcW w:w="576" w:type="dxa"/>
          </w:tcPr>
          <w:p w:rsidR="00A93B69" w:rsidRDefault="002C317D" w:rsidP="00A93B69">
            <w:pPr>
              <w:pStyle w:val="Tabletext"/>
            </w:pPr>
            <w:r>
              <w:object w:dxaOrig="225" w:dyaOrig="225">
                <v:shape id="_x0000_i1035" type="#_x0000_t75" style="width:18pt;height:20.4pt" o:ole="">
                  <v:imagedata r:id="rId11" o:title=""/>
                </v:shape>
                <w:control r:id="rId14" w:name="CheckBox212" w:shapeid="_x0000_i1035"/>
              </w:object>
            </w:r>
          </w:p>
        </w:tc>
        <w:tc>
          <w:tcPr>
            <w:tcW w:w="14210" w:type="dxa"/>
            <w:vAlign w:val="center"/>
          </w:tcPr>
          <w:p w:rsidR="00A93B69" w:rsidRDefault="002C317D" w:rsidP="002C317D">
            <w:pPr>
              <w:pStyle w:val="Tabletext"/>
            </w:pPr>
            <w:r>
              <w:t xml:space="preserve">Copy to employee </w:t>
            </w:r>
            <w:r w:rsidRPr="002C317D">
              <w:rPr>
                <w:i/>
              </w:rPr>
              <w:t>(please tick)</w:t>
            </w:r>
          </w:p>
        </w:tc>
      </w:tr>
    </w:tbl>
    <w:p w:rsidR="00A93B69" w:rsidRDefault="00A93B69" w:rsidP="00A93B69">
      <w:pPr>
        <w:pStyle w:val="BodyText"/>
        <w:tabs>
          <w:tab w:val="right" w:leader="dot" w:pos="14459"/>
        </w:tabs>
      </w:pPr>
    </w:p>
    <w:p w:rsidR="00A93B69" w:rsidRDefault="00A93B69" w:rsidP="00A93B69">
      <w:pPr>
        <w:pStyle w:val="BodyText"/>
        <w:tabs>
          <w:tab w:val="right" w:leader="dot" w:pos="14459"/>
        </w:tabs>
      </w:pPr>
    </w:p>
    <w:sectPr w:rsidR="00A93B69" w:rsidSect="00942A7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A15" w:rsidRDefault="00D12A15" w:rsidP="000A3262">
      <w:r>
        <w:separator/>
      </w:r>
    </w:p>
  </w:endnote>
  <w:endnote w:type="continuationSeparator" w:id="0">
    <w:p w:rsidR="00D12A15" w:rsidRDefault="00D12A15" w:rsidP="000A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BC9" w:rsidRDefault="00F61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262" w:rsidRDefault="00BC61DB" w:rsidP="00A40FF0">
    <w:pPr>
      <w:pStyle w:val="Footer"/>
      <w:tabs>
        <w:tab w:val="clear" w:pos="4513"/>
        <w:tab w:val="clear" w:pos="9026"/>
        <w:tab w:val="right" w:pos="14601"/>
      </w:tabs>
      <w:spacing w:before="120"/>
    </w:pPr>
    <w:r w:rsidRPr="00BC61DB">
      <w:rPr>
        <w:sz w:val="20"/>
        <w:szCs w:val="20"/>
      </w:rPr>
      <w:t>NR-FOR-OHW-00HMAP</w:t>
    </w:r>
    <w:r w:rsidR="00A40FF0">
      <w:rPr>
        <w:sz w:val="20"/>
        <w:szCs w:val="20"/>
      </w:rPr>
      <w:tab/>
    </w:r>
    <w:r w:rsidR="000A3262">
      <w:rPr>
        <w:sz w:val="20"/>
        <w:szCs w:val="20"/>
      </w:rPr>
      <w:t xml:space="preserve">Page </w:t>
    </w:r>
    <w:r w:rsidR="000A3262" w:rsidRPr="000A3262">
      <w:rPr>
        <w:sz w:val="20"/>
        <w:szCs w:val="20"/>
      </w:rPr>
      <w:fldChar w:fldCharType="begin"/>
    </w:r>
    <w:r w:rsidR="000A3262" w:rsidRPr="000A3262">
      <w:rPr>
        <w:sz w:val="20"/>
        <w:szCs w:val="20"/>
      </w:rPr>
      <w:instrText xml:space="preserve"> PAGE   \* MERGEFORMAT </w:instrText>
    </w:r>
    <w:r w:rsidR="000A3262" w:rsidRPr="000A3262">
      <w:rPr>
        <w:sz w:val="20"/>
        <w:szCs w:val="20"/>
      </w:rPr>
      <w:fldChar w:fldCharType="separate"/>
    </w:r>
    <w:r w:rsidR="00977653">
      <w:rPr>
        <w:noProof/>
        <w:sz w:val="20"/>
        <w:szCs w:val="20"/>
      </w:rPr>
      <w:t>2</w:t>
    </w:r>
    <w:r w:rsidR="000A3262" w:rsidRPr="000A3262">
      <w:rPr>
        <w:noProof/>
        <w:sz w:val="20"/>
        <w:szCs w:val="20"/>
      </w:rPr>
      <w:fldChar w:fldCharType="end"/>
    </w:r>
    <w:r w:rsidR="000A3262">
      <w:rPr>
        <w:noProof/>
        <w:sz w:val="20"/>
        <w:szCs w:val="20"/>
      </w:rPr>
      <w:t xml:space="preserve"> of </w:t>
    </w:r>
    <w:r w:rsidR="000A3262">
      <w:rPr>
        <w:noProof/>
        <w:sz w:val="20"/>
        <w:szCs w:val="20"/>
      </w:rPr>
      <w:fldChar w:fldCharType="begin"/>
    </w:r>
    <w:r w:rsidR="000A3262">
      <w:rPr>
        <w:noProof/>
        <w:sz w:val="20"/>
        <w:szCs w:val="20"/>
      </w:rPr>
      <w:instrText xml:space="preserve"> NUMPAGES   \* MERGEFORMAT </w:instrText>
    </w:r>
    <w:r w:rsidR="000A3262">
      <w:rPr>
        <w:noProof/>
        <w:sz w:val="20"/>
        <w:szCs w:val="20"/>
      </w:rPr>
      <w:fldChar w:fldCharType="separate"/>
    </w:r>
    <w:r w:rsidR="00977653">
      <w:rPr>
        <w:noProof/>
        <w:sz w:val="20"/>
        <w:szCs w:val="20"/>
      </w:rPr>
      <w:t>3</w:t>
    </w:r>
    <w:r w:rsidR="000A3262">
      <w:rPr>
        <w:noProof/>
        <w:sz w:val="20"/>
        <w:szCs w:val="20"/>
      </w:rPr>
      <w:fldChar w:fldCharType="end"/>
    </w:r>
    <w:r w:rsidR="000A3262">
      <w:rPr>
        <w:noProof/>
        <w:sz w:val="20"/>
        <w:szCs w:val="20"/>
      </w:rPr>
      <w:fldChar w:fldCharType="begin"/>
    </w:r>
    <w:r w:rsidR="000A3262">
      <w:rPr>
        <w:noProof/>
        <w:sz w:val="20"/>
        <w:szCs w:val="20"/>
      </w:rPr>
      <w:fldChar w:fldCharType="begin"/>
    </w:r>
    <w:r w:rsidR="000A3262">
      <w:rPr>
        <w:noProof/>
        <w:sz w:val="20"/>
        <w:szCs w:val="20"/>
      </w:rPr>
      <w:instrText xml:space="preserve"> NUMPAGES  \* Arabic  \* MERGEFORMAT </w:instrText>
    </w:r>
    <w:r w:rsidR="000A3262">
      <w:rPr>
        <w:noProof/>
        <w:sz w:val="20"/>
        <w:szCs w:val="20"/>
      </w:rPr>
      <w:fldChar w:fldCharType="separate"/>
    </w:r>
    <w:r w:rsidR="00E538E5">
      <w:rPr>
        <w:noProof/>
        <w:sz w:val="20"/>
        <w:szCs w:val="20"/>
      </w:rPr>
      <w:instrText>3</w:instrText>
    </w:r>
    <w:r w:rsidR="000A3262">
      <w:rPr>
        <w:noProof/>
        <w:sz w:val="20"/>
        <w:szCs w:val="20"/>
      </w:rPr>
      <w:fldChar w:fldCharType="end"/>
    </w:r>
    <w:r w:rsidR="000A3262">
      <w:rPr>
        <w:noProof/>
        <w:sz w:val="20"/>
        <w:szCs w:val="20"/>
      </w:rPr>
      <w:fldChar w:fldCharType="separate"/>
    </w:r>
    <w:r w:rsidR="000A3262">
      <w:rPr>
        <w:noProof/>
        <w:sz w:val="20"/>
        <w:szCs w:val="20"/>
      </w:rPr>
      <w:t>-1</w:t>
    </w:r>
    <w:r w:rsidR="000A3262">
      <w:rPr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87B" w:rsidRPr="00A40FF0" w:rsidRDefault="00BC61DB" w:rsidP="00A40FF0">
    <w:pPr>
      <w:pStyle w:val="Footer"/>
      <w:tabs>
        <w:tab w:val="clear" w:pos="4513"/>
        <w:tab w:val="clear" w:pos="9026"/>
        <w:tab w:val="right" w:pos="14601"/>
      </w:tabs>
      <w:spacing w:before="120"/>
    </w:pPr>
    <w:r w:rsidRPr="00BC61DB">
      <w:rPr>
        <w:sz w:val="20"/>
        <w:szCs w:val="20"/>
      </w:rPr>
      <w:t>NR-FOR-OHW-00HMAP</w:t>
    </w:r>
    <w:r w:rsidR="00A40FF0" w:rsidRPr="00A40FF0">
      <w:rPr>
        <w:sz w:val="20"/>
        <w:szCs w:val="20"/>
      </w:rPr>
      <w:tab/>
    </w:r>
    <w:r w:rsidR="004F787B" w:rsidRPr="00A40FF0">
      <w:rPr>
        <w:sz w:val="20"/>
        <w:szCs w:val="20"/>
      </w:rPr>
      <w:t xml:space="preserve">Page </w:t>
    </w:r>
    <w:r w:rsidR="004F787B" w:rsidRPr="00A40FF0">
      <w:rPr>
        <w:sz w:val="20"/>
        <w:szCs w:val="20"/>
      </w:rPr>
      <w:fldChar w:fldCharType="begin"/>
    </w:r>
    <w:r w:rsidR="004F787B" w:rsidRPr="00A40FF0">
      <w:rPr>
        <w:sz w:val="20"/>
        <w:szCs w:val="20"/>
      </w:rPr>
      <w:instrText xml:space="preserve"> PAGE   \* MERGEFORMAT </w:instrText>
    </w:r>
    <w:r w:rsidR="004F787B" w:rsidRPr="00A40FF0">
      <w:rPr>
        <w:sz w:val="20"/>
        <w:szCs w:val="20"/>
      </w:rPr>
      <w:fldChar w:fldCharType="separate"/>
    </w:r>
    <w:r w:rsidR="00977653">
      <w:rPr>
        <w:noProof/>
        <w:sz w:val="20"/>
        <w:szCs w:val="20"/>
      </w:rPr>
      <w:t>1</w:t>
    </w:r>
    <w:r w:rsidR="004F787B" w:rsidRPr="00A40FF0">
      <w:rPr>
        <w:noProof/>
        <w:sz w:val="20"/>
        <w:szCs w:val="20"/>
      </w:rPr>
      <w:fldChar w:fldCharType="end"/>
    </w:r>
    <w:r w:rsidR="004F787B" w:rsidRPr="00A40FF0">
      <w:rPr>
        <w:noProof/>
        <w:sz w:val="20"/>
        <w:szCs w:val="20"/>
      </w:rPr>
      <w:t xml:space="preserve"> of </w:t>
    </w:r>
    <w:r w:rsidR="004F787B" w:rsidRPr="00A40FF0">
      <w:rPr>
        <w:noProof/>
        <w:sz w:val="20"/>
        <w:szCs w:val="20"/>
      </w:rPr>
      <w:fldChar w:fldCharType="begin"/>
    </w:r>
    <w:r w:rsidR="004F787B" w:rsidRPr="00A40FF0">
      <w:rPr>
        <w:noProof/>
        <w:sz w:val="20"/>
        <w:szCs w:val="20"/>
      </w:rPr>
      <w:instrText xml:space="preserve"> NUMPAGES   \* MERGEFORMAT </w:instrText>
    </w:r>
    <w:r w:rsidR="004F787B" w:rsidRPr="00A40FF0">
      <w:rPr>
        <w:noProof/>
        <w:sz w:val="20"/>
        <w:szCs w:val="20"/>
      </w:rPr>
      <w:fldChar w:fldCharType="separate"/>
    </w:r>
    <w:r w:rsidR="00977653">
      <w:rPr>
        <w:noProof/>
        <w:sz w:val="20"/>
        <w:szCs w:val="20"/>
      </w:rPr>
      <w:t>3</w:t>
    </w:r>
    <w:r w:rsidR="004F787B" w:rsidRPr="00A40FF0">
      <w:rPr>
        <w:noProof/>
        <w:sz w:val="20"/>
        <w:szCs w:val="20"/>
      </w:rPr>
      <w:fldChar w:fldCharType="end"/>
    </w:r>
    <w:r w:rsidR="004F787B" w:rsidRPr="00A40FF0">
      <w:rPr>
        <w:noProof/>
        <w:sz w:val="20"/>
        <w:szCs w:val="20"/>
      </w:rPr>
      <w:fldChar w:fldCharType="begin"/>
    </w:r>
    <w:r w:rsidR="004F787B" w:rsidRPr="00A40FF0">
      <w:rPr>
        <w:noProof/>
        <w:sz w:val="20"/>
        <w:szCs w:val="20"/>
      </w:rPr>
      <w:fldChar w:fldCharType="begin"/>
    </w:r>
    <w:r w:rsidR="004F787B" w:rsidRPr="00A40FF0">
      <w:rPr>
        <w:noProof/>
        <w:sz w:val="20"/>
        <w:szCs w:val="20"/>
      </w:rPr>
      <w:instrText xml:space="preserve"> NUMPAGES  \* Arabic  \* MERGEFORMAT </w:instrText>
    </w:r>
    <w:r w:rsidR="004F787B" w:rsidRPr="00A40FF0">
      <w:rPr>
        <w:noProof/>
        <w:sz w:val="20"/>
        <w:szCs w:val="20"/>
      </w:rPr>
      <w:fldChar w:fldCharType="separate"/>
    </w:r>
    <w:r w:rsidR="00E538E5">
      <w:rPr>
        <w:noProof/>
        <w:sz w:val="20"/>
        <w:szCs w:val="20"/>
      </w:rPr>
      <w:instrText>3</w:instrText>
    </w:r>
    <w:r w:rsidR="004F787B" w:rsidRPr="00A40FF0">
      <w:rPr>
        <w:noProof/>
        <w:sz w:val="20"/>
        <w:szCs w:val="20"/>
      </w:rPr>
      <w:fldChar w:fldCharType="end"/>
    </w:r>
    <w:r w:rsidR="004F787B" w:rsidRPr="00A40FF0">
      <w:rPr>
        <w:noProof/>
        <w:sz w:val="20"/>
        <w:szCs w:val="20"/>
      </w:rPr>
      <w:fldChar w:fldCharType="separate"/>
    </w:r>
    <w:r w:rsidR="004F787B" w:rsidRPr="00A40FF0">
      <w:rPr>
        <w:noProof/>
        <w:sz w:val="20"/>
        <w:szCs w:val="20"/>
      </w:rPr>
      <w:t>-1</w:t>
    </w:r>
    <w:r w:rsidR="004F787B" w:rsidRPr="00A40FF0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A15" w:rsidRDefault="00D12A15" w:rsidP="000A3262">
      <w:r>
        <w:separator/>
      </w:r>
    </w:p>
  </w:footnote>
  <w:footnote w:type="continuationSeparator" w:id="0">
    <w:p w:rsidR="00D12A15" w:rsidRDefault="00D12A15" w:rsidP="000A3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BC9" w:rsidRDefault="00F61B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87B" w:rsidRDefault="00A93B69" w:rsidP="00A93B69">
    <w:pPr>
      <w:pStyle w:val="Header"/>
    </w:pPr>
    <w:r w:rsidRPr="00A93B69">
      <w:t xml:space="preserve">Health management action plan </w:t>
    </w:r>
  </w:p>
  <w:p w:rsidR="007E33F0" w:rsidRDefault="007E33F0" w:rsidP="00A93B69">
    <w:pPr>
      <w:pStyle w:val="Header"/>
    </w:pPr>
  </w:p>
  <w:p w:rsidR="007E33F0" w:rsidRPr="00A93B69" w:rsidRDefault="007E33F0" w:rsidP="00A93B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87B" w:rsidRPr="00942A7D" w:rsidRDefault="00977653" w:rsidP="00A40FF0">
    <w:pPr>
      <w:pStyle w:val="GeneralHeading"/>
      <w:spacing w:before="0" w:after="0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4442E856">
          <wp:simplePos x="0" y="0"/>
          <wp:positionH relativeFrom="column">
            <wp:posOffset>7839075</wp:posOffset>
          </wp:positionH>
          <wp:positionV relativeFrom="paragraph">
            <wp:posOffset>-173990</wp:posOffset>
          </wp:positionV>
          <wp:extent cx="1432560" cy="561340"/>
          <wp:effectExtent l="0" t="0" r="0" b="0"/>
          <wp:wrapNone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61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1BC9">
      <w:rPr>
        <w:noProof/>
        <w:lang w:eastAsia="en-GB"/>
      </w:rPr>
      <w:t>Fatigue Management P</w:t>
    </w:r>
    <w:bookmarkStart w:id="0" w:name="_GoBack"/>
    <w:bookmarkEnd w:id="0"/>
    <w:r w:rsidR="0045512B" w:rsidRPr="0045512B">
      <w:rPr>
        <w:noProof/>
      </w:rPr>
      <w:t xml:space="preserve">lan </w:t>
    </w:r>
  </w:p>
  <w:p w:rsidR="004F787B" w:rsidRDefault="004F78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67A47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445C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4E4F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E883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B42B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C200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D6BB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9892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1C7E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CD8CA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182BB7"/>
    <w:multiLevelType w:val="multilevel"/>
    <w:tmpl w:val="3CD8B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E66386"/>
    <w:multiLevelType w:val="hybridMultilevel"/>
    <w:tmpl w:val="9C9446D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B50617"/>
    <w:multiLevelType w:val="multilevel"/>
    <w:tmpl w:val="CACC800A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526610"/>
    <w:multiLevelType w:val="hybridMultilevel"/>
    <w:tmpl w:val="756AF4A0"/>
    <w:lvl w:ilvl="0" w:tplc="B88EA4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AA3B66"/>
    <w:multiLevelType w:val="multilevel"/>
    <w:tmpl w:val="EB6AFA88"/>
    <w:lvl w:ilvl="0">
      <w:start w:val="1"/>
      <w:numFmt w:val="upperLetter"/>
      <w:pStyle w:val="AppendixHeading1"/>
      <w:suff w:val="space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2">
      <w:start w:val="1"/>
      <w:numFmt w:val="decimal"/>
      <w:lvlRestart w:val="1"/>
      <w:pStyle w:val="AppendixTablecaption"/>
      <w:suff w:val="space"/>
      <w:lvlText w:val="Table %1.%3"/>
      <w:lvlJc w:val="center"/>
      <w:pPr>
        <w:ind w:left="0" w:firstLine="454"/>
      </w:pPr>
      <w:rPr>
        <w:rFonts w:hint="default"/>
      </w:rPr>
    </w:lvl>
    <w:lvl w:ilvl="3">
      <w:start w:val="1"/>
      <w:numFmt w:val="decimal"/>
      <w:lvlRestart w:val="1"/>
      <w:pStyle w:val="AppendixFigurecaption"/>
      <w:suff w:val="space"/>
      <w:lvlText w:val="Figure %1.%4"/>
      <w:lvlJc w:val="center"/>
      <w:pPr>
        <w:ind w:left="0" w:firstLine="454"/>
      </w:pPr>
      <w:rPr>
        <w:rFonts w:hint="default"/>
      </w:rPr>
    </w:lvl>
    <w:lvl w:ilvl="4">
      <w:start w:val="1"/>
      <w:numFmt w:val="decimal"/>
      <w:pStyle w:val="Appendixnumberedpara"/>
      <w:lvlText w:val="%1.%2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E9F7786"/>
    <w:multiLevelType w:val="hybridMultilevel"/>
    <w:tmpl w:val="3CD8B466"/>
    <w:lvl w:ilvl="0" w:tplc="B88EA4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0016EC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03670F3"/>
    <w:multiLevelType w:val="hybridMultilevel"/>
    <w:tmpl w:val="EC5ADA8A"/>
    <w:lvl w:ilvl="0" w:tplc="2D8E10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8A0E1D"/>
    <w:multiLevelType w:val="hybridMultilevel"/>
    <w:tmpl w:val="65ACECA8"/>
    <w:lvl w:ilvl="0" w:tplc="880CC0BA">
      <w:start w:val="1"/>
      <w:numFmt w:val="bullet"/>
      <w:lvlText w:val="•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</w:rPr>
    </w:lvl>
    <w:lvl w:ilvl="1" w:tplc="588A00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3054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5E6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B8AA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F3E0B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E24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3ABE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9248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304A7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8F42167"/>
    <w:multiLevelType w:val="multilevel"/>
    <w:tmpl w:val="54EAFB7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09"/>
        </w:tabs>
        <w:ind w:left="709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4669A"/>
    <w:multiLevelType w:val="hybridMultilevel"/>
    <w:tmpl w:val="DDD03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C3536"/>
    <w:multiLevelType w:val="multilevel"/>
    <w:tmpl w:val="410A9230"/>
    <w:lvl w:ilvl="0">
      <w:start w:val="1"/>
      <w:numFmt w:val="bullet"/>
      <w:pStyle w:val="RAG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B085C"/>
    <w:multiLevelType w:val="multilevel"/>
    <w:tmpl w:val="FED008F2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</w:rPr>
    </w:lvl>
    <w:lvl w:ilvl="2">
      <w:start w:val="1"/>
      <w:numFmt w:val="bullet"/>
      <w:pStyle w:val="Bullet3"/>
      <w:lvlText w:val="o"/>
      <w:lvlJc w:val="left"/>
      <w:pPr>
        <w:tabs>
          <w:tab w:val="num" w:pos="2268"/>
        </w:tabs>
        <w:ind w:left="2268" w:hanging="425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690056"/>
    <w:multiLevelType w:val="multilevel"/>
    <w:tmpl w:val="3C5AA5F8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ascii="Arial" w:hAnsi="Arial" w:hint="default"/>
        <w:b/>
        <w:i/>
        <w:color w:val="auto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D8C4ABB"/>
    <w:multiLevelType w:val="hybridMultilevel"/>
    <w:tmpl w:val="6DB0864A"/>
    <w:lvl w:ilvl="0" w:tplc="3EC4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EE0215B"/>
    <w:multiLevelType w:val="hybridMultilevel"/>
    <w:tmpl w:val="84B249AC"/>
    <w:lvl w:ilvl="0" w:tplc="6E38B9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BB762A"/>
    <w:multiLevelType w:val="hybridMultilevel"/>
    <w:tmpl w:val="E2068284"/>
    <w:lvl w:ilvl="0" w:tplc="2D8E100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074C0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5BF562E"/>
    <w:multiLevelType w:val="multilevel"/>
    <w:tmpl w:val="8842DD9E"/>
    <w:lvl w:ilvl="0">
      <w:start w:val="1"/>
      <w:numFmt w:val="lowerLetter"/>
      <w:pStyle w:val="TableLis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Roman"/>
      <w:pStyle w:val="TableList2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5E57DDA"/>
    <w:multiLevelType w:val="multilevel"/>
    <w:tmpl w:val="F356B904"/>
    <w:lvl w:ilvl="0">
      <w:start w:val="1"/>
      <w:numFmt w:val="decimal"/>
      <w:pStyle w:val="Figurecaption"/>
      <w:suff w:val="space"/>
      <w:lvlText w:val="Figure %1"/>
      <w:lvlJc w:val="center"/>
      <w:pPr>
        <w:ind w:left="0" w:firstLine="454"/>
      </w:pPr>
      <w:rPr>
        <w:rFonts w:hint="default"/>
      </w:rPr>
    </w:lvl>
    <w:lvl w:ilvl="1">
      <w:start w:val="1"/>
      <w:numFmt w:val="none"/>
      <w:lvlRestart w:val="0"/>
      <w:suff w:val="space"/>
      <w:lvlText w:val=""/>
      <w:lvlJc w:val="center"/>
      <w:pPr>
        <w:ind w:left="0" w:firstLine="45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6693974"/>
    <w:multiLevelType w:val="hybridMultilevel"/>
    <w:tmpl w:val="777A1A10"/>
    <w:lvl w:ilvl="0" w:tplc="2D8E10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05701"/>
    <w:multiLevelType w:val="multilevel"/>
    <w:tmpl w:val="6A98C6FC"/>
    <w:lvl w:ilvl="0">
      <w:start w:val="1"/>
      <w:numFmt w:val="decimal"/>
      <w:pStyle w:val="Tablecaption"/>
      <w:suff w:val="space"/>
      <w:lvlText w:val="Table %1"/>
      <w:lvlJc w:val="center"/>
      <w:pPr>
        <w:ind w:left="0" w:firstLine="454"/>
      </w:pPr>
      <w:rPr>
        <w:rFonts w:hint="default"/>
      </w:rPr>
    </w:lvl>
    <w:lvl w:ilvl="1">
      <w:start w:val="1"/>
      <w:numFmt w:val="none"/>
      <w:lvlRestart w:val="0"/>
      <w:suff w:val="space"/>
      <w:lvlText w:val=""/>
      <w:lvlJc w:val="center"/>
      <w:pPr>
        <w:ind w:left="0" w:firstLine="45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1FA7C7E"/>
    <w:multiLevelType w:val="multilevel"/>
    <w:tmpl w:val="75CA4934"/>
    <w:lvl w:ilvl="0">
      <w:start w:val="1"/>
      <w:numFmt w:val="decimal"/>
      <w:pStyle w:val="Heading1"/>
      <w:lvlText w:val="%1"/>
      <w:lvlJc w:val="left"/>
      <w:pPr>
        <w:tabs>
          <w:tab w:val="num" w:pos="992"/>
        </w:tabs>
        <w:ind w:left="992" w:hanging="992"/>
      </w:pPr>
      <w:rPr>
        <w:rFonts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2">
      <w:start w:val="1"/>
      <w:numFmt w:val="decimal"/>
      <w:pStyle w:val="Numberedpara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Restart w:val="3"/>
      <w:pStyle w:val="List1"/>
      <w:lvlText w:val="%5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5">
      <w:start w:val="1"/>
      <w:numFmt w:val="lowerRoman"/>
      <w:pStyle w:val="List2"/>
      <w:lvlText w:val="%6."/>
      <w:lvlJc w:val="left"/>
      <w:pPr>
        <w:tabs>
          <w:tab w:val="num" w:pos="1843"/>
        </w:tabs>
        <w:ind w:left="1843" w:hanging="425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3C95B3D"/>
    <w:multiLevelType w:val="hybridMultilevel"/>
    <w:tmpl w:val="443E6518"/>
    <w:lvl w:ilvl="0" w:tplc="6E38B9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9320F"/>
    <w:multiLevelType w:val="multilevel"/>
    <w:tmpl w:val="EC5ADA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1783F"/>
    <w:multiLevelType w:val="multilevel"/>
    <w:tmpl w:val="2C587D56"/>
    <w:lvl w:ilvl="0">
      <w:start w:val="1"/>
      <w:numFmt w:val="bullet"/>
      <w:pStyle w:val="Table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tabs>
          <w:tab w:val="num" w:pos="851"/>
        </w:tabs>
        <w:ind w:left="851" w:hanging="426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A964737"/>
    <w:multiLevelType w:val="hybridMultilevel"/>
    <w:tmpl w:val="D3A4C50A"/>
    <w:lvl w:ilvl="0" w:tplc="6E38B9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E38AA"/>
    <w:multiLevelType w:val="multilevel"/>
    <w:tmpl w:val="C2909072"/>
    <w:lvl w:ilvl="0">
      <w:start w:val="1"/>
      <w:numFmt w:val="none"/>
      <w:pStyle w:val="Note"/>
      <w:suff w:val="space"/>
      <w:lvlText w:val="NOTE:"/>
      <w:lvlJc w:val="left"/>
      <w:pPr>
        <w:ind w:left="0" w:firstLine="0"/>
      </w:pPr>
      <w:rPr>
        <w:rFonts w:ascii="Arial" w:hAnsi="Arial" w:hint="default"/>
        <w:b/>
        <w:i/>
        <w:sz w:val="22"/>
      </w:rPr>
    </w:lvl>
    <w:lvl w:ilvl="1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3"/>
      <w:lvlText w:val="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77DA25B1"/>
    <w:multiLevelType w:val="multilevel"/>
    <w:tmpl w:val="6568AD34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940687F"/>
    <w:multiLevelType w:val="multilevel"/>
    <w:tmpl w:val="81AC36A4"/>
    <w:lvl w:ilvl="0">
      <w:start w:val="1"/>
      <w:numFmt w:val="bullet"/>
      <w:lvlText w:val="-"/>
      <w:lvlJc w:val="left"/>
      <w:pPr>
        <w:ind w:left="709" w:hanging="425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ind w:left="992" w:hanging="425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52AFE"/>
    <w:multiLevelType w:val="multilevel"/>
    <w:tmpl w:val="59128CFC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6"/>
  </w:num>
  <w:num w:numId="2">
    <w:abstractNumId w:val="34"/>
  </w:num>
  <w:num w:numId="3">
    <w:abstractNumId w:val="37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1"/>
  </w:num>
  <w:num w:numId="7">
    <w:abstractNumId w:val="17"/>
  </w:num>
  <w:num w:numId="8">
    <w:abstractNumId w:val="35"/>
  </w:num>
  <w:num w:numId="9">
    <w:abstractNumId w:val="13"/>
  </w:num>
  <w:num w:numId="10">
    <w:abstractNumId w:val="15"/>
  </w:num>
  <w:num w:numId="11">
    <w:abstractNumId w:val="27"/>
  </w:num>
  <w:num w:numId="12">
    <w:abstractNumId w:val="40"/>
  </w:num>
  <w:num w:numId="13">
    <w:abstractNumId w:val="10"/>
  </w:num>
  <w:num w:numId="14">
    <w:abstractNumId w:val="25"/>
  </w:num>
  <w:num w:numId="15">
    <w:abstractNumId w:val="33"/>
  </w:num>
  <w:num w:numId="16">
    <w:abstractNumId w:val="23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8"/>
  </w:num>
  <w:num w:numId="20">
    <w:abstractNumId w:val="2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39"/>
  </w:num>
  <w:num w:numId="32">
    <w:abstractNumId w:val="41"/>
  </w:num>
  <w:num w:numId="33">
    <w:abstractNumId w:val="12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29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24"/>
  </w:num>
  <w:num w:numId="40">
    <w:abstractNumId w:val="32"/>
  </w:num>
  <w:num w:numId="41">
    <w:abstractNumId w:val="38"/>
  </w:num>
  <w:num w:numId="42">
    <w:abstractNumId w:val="21"/>
  </w:num>
  <w:num w:numId="43">
    <w:abstractNumId w:val="22"/>
  </w:num>
  <w:num w:numId="44">
    <w:abstractNumId w:val="16"/>
  </w:num>
  <w:num w:numId="45">
    <w:abstractNumId w:val="28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5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3F0"/>
    <w:rsid w:val="000342C4"/>
    <w:rsid w:val="00044B7E"/>
    <w:rsid w:val="00055EC4"/>
    <w:rsid w:val="000608FD"/>
    <w:rsid w:val="00060F45"/>
    <w:rsid w:val="00073989"/>
    <w:rsid w:val="00074215"/>
    <w:rsid w:val="00077555"/>
    <w:rsid w:val="000815BA"/>
    <w:rsid w:val="00086F26"/>
    <w:rsid w:val="000A3262"/>
    <w:rsid w:val="000B5850"/>
    <w:rsid w:val="000B5C04"/>
    <w:rsid w:val="000C7E34"/>
    <w:rsid w:val="000E4DEE"/>
    <w:rsid w:val="000F6314"/>
    <w:rsid w:val="000F767E"/>
    <w:rsid w:val="001013CE"/>
    <w:rsid w:val="001075E0"/>
    <w:rsid w:val="001224B1"/>
    <w:rsid w:val="0012755D"/>
    <w:rsid w:val="00132557"/>
    <w:rsid w:val="00134487"/>
    <w:rsid w:val="00145220"/>
    <w:rsid w:val="001617C8"/>
    <w:rsid w:val="00162C18"/>
    <w:rsid w:val="00164BE6"/>
    <w:rsid w:val="00176DA6"/>
    <w:rsid w:val="00182C23"/>
    <w:rsid w:val="0018727A"/>
    <w:rsid w:val="001950A9"/>
    <w:rsid w:val="001A4DF6"/>
    <w:rsid w:val="001B1BCC"/>
    <w:rsid w:val="001D0A32"/>
    <w:rsid w:val="001E5B4A"/>
    <w:rsid w:val="001F2269"/>
    <w:rsid w:val="0020031E"/>
    <w:rsid w:val="0020238C"/>
    <w:rsid w:val="00205141"/>
    <w:rsid w:val="00230AB7"/>
    <w:rsid w:val="00235016"/>
    <w:rsid w:val="00245F23"/>
    <w:rsid w:val="00257976"/>
    <w:rsid w:val="00260E20"/>
    <w:rsid w:val="00262A82"/>
    <w:rsid w:val="00277933"/>
    <w:rsid w:val="00291A15"/>
    <w:rsid w:val="0029277A"/>
    <w:rsid w:val="00295032"/>
    <w:rsid w:val="002A1453"/>
    <w:rsid w:val="002A2357"/>
    <w:rsid w:val="002B143F"/>
    <w:rsid w:val="002C317D"/>
    <w:rsid w:val="002D155A"/>
    <w:rsid w:val="002D5C96"/>
    <w:rsid w:val="002D72DF"/>
    <w:rsid w:val="002E3000"/>
    <w:rsid w:val="002E31CF"/>
    <w:rsid w:val="002E56EC"/>
    <w:rsid w:val="003049DF"/>
    <w:rsid w:val="0032244D"/>
    <w:rsid w:val="003334CB"/>
    <w:rsid w:val="0035703A"/>
    <w:rsid w:val="00357E71"/>
    <w:rsid w:val="00364496"/>
    <w:rsid w:val="00380D0C"/>
    <w:rsid w:val="00394977"/>
    <w:rsid w:val="003A1C9E"/>
    <w:rsid w:val="003B76F2"/>
    <w:rsid w:val="003C61E3"/>
    <w:rsid w:val="003D4D63"/>
    <w:rsid w:val="003D6955"/>
    <w:rsid w:val="003E56B8"/>
    <w:rsid w:val="003F346E"/>
    <w:rsid w:val="00422441"/>
    <w:rsid w:val="00443290"/>
    <w:rsid w:val="0045512B"/>
    <w:rsid w:val="004972FC"/>
    <w:rsid w:val="004B0C38"/>
    <w:rsid w:val="004C0967"/>
    <w:rsid w:val="004E7D4A"/>
    <w:rsid w:val="004F2F9A"/>
    <w:rsid w:val="004F7512"/>
    <w:rsid w:val="004F787B"/>
    <w:rsid w:val="00524FB5"/>
    <w:rsid w:val="0053529B"/>
    <w:rsid w:val="0053600C"/>
    <w:rsid w:val="00546A4D"/>
    <w:rsid w:val="0056460D"/>
    <w:rsid w:val="00592633"/>
    <w:rsid w:val="005929CC"/>
    <w:rsid w:val="005950BB"/>
    <w:rsid w:val="005A38A5"/>
    <w:rsid w:val="005C5ECD"/>
    <w:rsid w:val="005E31BE"/>
    <w:rsid w:val="005E45B3"/>
    <w:rsid w:val="006009A2"/>
    <w:rsid w:val="00601705"/>
    <w:rsid w:val="00606F67"/>
    <w:rsid w:val="00620A30"/>
    <w:rsid w:val="006574B3"/>
    <w:rsid w:val="0066206A"/>
    <w:rsid w:val="00677CD7"/>
    <w:rsid w:val="0068372F"/>
    <w:rsid w:val="00686EEC"/>
    <w:rsid w:val="006871DB"/>
    <w:rsid w:val="006937DD"/>
    <w:rsid w:val="00695C80"/>
    <w:rsid w:val="00697ADB"/>
    <w:rsid w:val="006A28DC"/>
    <w:rsid w:val="006A3129"/>
    <w:rsid w:val="006A4C9A"/>
    <w:rsid w:val="006A5C14"/>
    <w:rsid w:val="006B37A0"/>
    <w:rsid w:val="006B501E"/>
    <w:rsid w:val="006D2CF1"/>
    <w:rsid w:val="006D3F65"/>
    <w:rsid w:val="006D65BE"/>
    <w:rsid w:val="006E16D9"/>
    <w:rsid w:val="006F4B69"/>
    <w:rsid w:val="007017FA"/>
    <w:rsid w:val="00705009"/>
    <w:rsid w:val="0071462C"/>
    <w:rsid w:val="007268BC"/>
    <w:rsid w:val="00736FFB"/>
    <w:rsid w:val="0074167F"/>
    <w:rsid w:val="00745167"/>
    <w:rsid w:val="00745FC9"/>
    <w:rsid w:val="00747E8E"/>
    <w:rsid w:val="00750B8B"/>
    <w:rsid w:val="00753DCB"/>
    <w:rsid w:val="00757826"/>
    <w:rsid w:val="00761980"/>
    <w:rsid w:val="007623C9"/>
    <w:rsid w:val="00771AE2"/>
    <w:rsid w:val="00780D76"/>
    <w:rsid w:val="007B0B3A"/>
    <w:rsid w:val="007B27CC"/>
    <w:rsid w:val="007B785D"/>
    <w:rsid w:val="007E2EC5"/>
    <w:rsid w:val="007E33F0"/>
    <w:rsid w:val="007E6CCC"/>
    <w:rsid w:val="007F2A3F"/>
    <w:rsid w:val="007F4134"/>
    <w:rsid w:val="00800251"/>
    <w:rsid w:val="00805760"/>
    <w:rsid w:val="008207E7"/>
    <w:rsid w:val="008210F8"/>
    <w:rsid w:val="00827B5D"/>
    <w:rsid w:val="00856BC1"/>
    <w:rsid w:val="00870FC2"/>
    <w:rsid w:val="00871BAF"/>
    <w:rsid w:val="00891181"/>
    <w:rsid w:val="00892560"/>
    <w:rsid w:val="008C54F3"/>
    <w:rsid w:val="008D21CC"/>
    <w:rsid w:val="008D6E26"/>
    <w:rsid w:val="008E02D9"/>
    <w:rsid w:val="0090208F"/>
    <w:rsid w:val="00902695"/>
    <w:rsid w:val="00910936"/>
    <w:rsid w:val="00914A61"/>
    <w:rsid w:val="00917163"/>
    <w:rsid w:val="00917BAB"/>
    <w:rsid w:val="00922179"/>
    <w:rsid w:val="009346F9"/>
    <w:rsid w:val="00942A7D"/>
    <w:rsid w:val="0094540D"/>
    <w:rsid w:val="009520AF"/>
    <w:rsid w:val="00962788"/>
    <w:rsid w:val="00967197"/>
    <w:rsid w:val="009675C7"/>
    <w:rsid w:val="0097118B"/>
    <w:rsid w:val="00972213"/>
    <w:rsid w:val="00977653"/>
    <w:rsid w:val="00990DAD"/>
    <w:rsid w:val="009917C9"/>
    <w:rsid w:val="00997A72"/>
    <w:rsid w:val="00997CFC"/>
    <w:rsid w:val="009B639B"/>
    <w:rsid w:val="009D3B9D"/>
    <w:rsid w:val="009E6329"/>
    <w:rsid w:val="009F131F"/>
    <w:rsid w:val="009F2FD1"/>
    <w:rsid w:val="00A012FB"/>
    <w:rsid w:val="00A17199"/>
    <w:rsid w:val="00A17321"/>
    <w:rsid w:val="00A21CB2"/>
    <w:rsid w:val="00A302A2"/>
    <w:rsid w:val="00A31020"/>
    <w:rsid w:val="00A40FF0"/>
    <w:rsid w:val="00A42695"/>
    <w:rsid w:val="00A54B96"/>
    <w:rsid w:val="00A719DC"/>
    <w:rsid w:val="00A765D5"/>
    <w:rsid w:val="00A86478"/>
    <w:rsid w:val="00A92FF8"/>
    <w:rsid w:val="00A93B69"/>
    <w:rsid w:val="00AB38A2"/>
    <w:rsid w:val="00B220E4"/>
    <w:rsid w:val="00B23826"/>
    <w:rsid w:val="00B31D65"/>
    <w:rsid w:val="00B40D15"/>
    <w:rsid w:val="00B43431"/>
    <w:rsid w:val="00B45CE3"/>
    <w:rsid w:val="00B61918"/>
    <w:rsid w:val="00B759C9"/>
    <w:rsid w:val="00B853D2"/>
    <w:rsid w:val="00B85CAA"/>
    <w:rsid w:val="00B934A9"/>
    <w:rsid w:val="00BA0938"/>
    <w:rsid w:val="00BA15AD"/>
    <w:rsid w:val="00BB19AA"/>
    <w:rsid w:val="00BC0A22"/>
    <w:rsid w:val="00BC61DB"/>
    <w:rsid w:val="00BD5267"/>
    <w:rsid w:val="00BE06BB"/>
    <w:rsid w:val="00BE0A65"/>
    <w:rsid w:val="00BF0BEF"/>
    <w:rsid w:val="00BF5BB3"/>
    <w:rsid w:val="00C0554A"/>
    <w:rsid w:val="00C133F6"/>
    <w:rsid w:val="00C13F2B"/>
    <w:rsid w:val="00C27A6F"/>
    <w:rsid w:val="00C40C6A"/>
    <w:rsid w:val="00C41BFD"/>
    <w:rsid w:val="00C4213F"/>
    <w:rsid w:val="00C44D64"/>
    <w:rsid w:val="00C50C94"/>
    <w:rsid w:val="00C559A4"/>
    <w:rsid w:val="00C6242D"/>
    <w:rsid w:val="00C65D89"/>
    <w:rsid w:val="00C71142"/>
    <w:rsid w:val="00C81AB2"/>
    <w:rsid w:val="00CC3565"/>
    <w:rsid w:val="00CE1AF2"/>
    <w:rsid w:val="00CF29AC"/>
    <w:rsid w:val="00CF61B7"/>
    <w:rsid w:val="00CF6998"/>
    <w:rsid w:val="00D06B78"/>
    <w:rsid w:val="00D12A15"/>
    <w:rsid w:val="00D24EDB"/>
    <w:rsid w:val="00D4411C"/>
    <w:rsid w:val="00D6565F"/>
    <w:rsid w:val="00D742EF"/>
    <w:rsid w:val="00D81EDC"/>
    <w:rsid w:val="00D900B2"/>
    <w:rsid w:val="00DA36DA"/>
    <w:rsid w:val="00DB484F"/>
    <w:rsid w:val="00DC0345"/>
    <w:rsid w:val="00DF4BAB"/>
    <w:rsid w:val="00DF5F11"/>
    <w:rsid w:val="00E02D96"/>
    <w:rsid w:val="00E10441"/>
    <w:rsid w:val="00E14EAC"/>
    <w:rsid w:val="00E15D79"/>
    <w:rsid w:val="00E2608E"/>
    <w:rsid w:val="00E27F2C"/>
    <w:rsid w:val="00E42302"/>
    <w:rsid w:val="00E432CB"/>
    <w:rsid w:val="00E50782"/>
    <w:rsid w:val="00E538E5"/>
    <w:rsid w:val="00E65388"/>
    <w:rsid w:val="00E71120"/>
    <w:rsid w:val="00E8293D"/>
    <w:rsid w:val="00E82A1B"/>
    <w:rsid w:val="00E84A91"/>
    <w:rsid w:val="00EA6981"/>
    <w:rsid w:val="00EA738A"/>
    <w:rsid w:val="00EC4F22"/>
    <w:rsid w:val="00EE1735"/>
    <w:rsid w:val="00EE4892"/>
    <w:rsid w:val="00EE601C"/>
    <w:rsid w:val="00F01330"/>
    <w:rsid w:val="00F10818"/>
    <w:rsid w:val="00F160B9"/>
    <w:rsid w:val="00F42B7F"/>
    <w:rsid w:val="00F434F5"/>
    <w:rsid w:val="00F61BC9"/>
    <w:rsid w:val="00F73349"/>
    <w:rsid w:val="00F745B2"/>
    <w:rsid w:val="00F75112"/>
    <w:rsid w:val="00F8236F"/>
    <w:rsid w:val="00F97AAD"/>
    <w:rsid w:val="00FA6223"/>
    <w:rsid w:val="00FE1944"/>
    <w:rsid w:val="00FE1947"/>
    <w:rsid w:val="00FF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3D9A29E"/>
  <w15:docId w15:val="{88B69345-126B-4834-83AC-37E75C1A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uiPriority="99"/>
    <w:lsdException w:name="Table Grid" w:uiPriority="59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5512B"/>
    <w:rPr>
      <w:rFonts w:eastAsia="Calibri"/>
      <w:sz w:val="22"/>
      <w:szCs w:val="22"/>
      <w:lang w:eastAsia="en-US"/>
    </w:rPr>
  </w:style>
  <w:style w:type="paragraph" w:styleId="Heading1">
    <w:name w:val="heading 1"/>
    <w:basedOn w:val="BodyText"/>
    <w:next w:val="Numberedpara"/>
    <w:link w:val="Heading1Char"/>
    <w:autoRedefine/>
    <w:qFormat/>
    <w:rsid w:val="00F73349"/>
    <w:pPr>
      <w:keepNext/>
      <w:numPr>
        <w:numId w:val="15"/>
      </w:numPr>
      <w:spacing w:before="360" w:after="240"/>
      <w:outlineLvl w:val="0"/>
    </w:pPr>
    <w:rPr>
      <w:b/>
      <w:color w:val="005172"/>
      <w:sz w:val="28"/>
      <w:szCs w:val="24"/>
    </w:rPr>
  </w:style>
  <w:style w:type="paragraph" w:styleId="Heading2">
    <w:name w:val="heading 2"/>
    <w:basedOn w:val="BodyText"/>
    <w:next w:val="Numberedpara"/>
    <w:link w:val="Heading2Char"/>
    <w:autoRedefine/>
    <w:qFormat/>
    <w:rsid w:val="00F73349"/>
    <w:pPr>
      <w:keepNext/>
      <w:numPr>
        <w:ilvl w:val="1"/>
        <w:numId w:val="15"/>
      </w:numPr>
      <w:spacing w:before="240"/>
      <w:outlineLvl w:val="1"/>
    </w:pPr>
    <w:rPr>
      <w:rFonts w:cs="Arial"/>
      <w:b/>
      <w:bCs/>
      <w:iCs/>
      <w:color w:val="005172"/>
      <w:sz w:val="26"/>
      <w:szCs w:val="28"/>
    </w:rPr>
  </w:style>
  <w:style w:type="paragraph" w:styleId="Heading3">
    <w:name w:val="heading 3"/>
    <w:basedOn w:val="BodyText"/>
    <w:next w:val="Numberedpara"/>
    <w:link w:val="Heading3Char"/>
    <w:qFormat/>
    <w:rsid w:val="00F73349"/>
    <w:pPr>
      <w:keepNext/>
      <w:spacing w:before="240"/>
      <w:ind w:left="992"/>
      <w:outlineLvl w:val="2"/>
    </w:pPr>
    <w:rPr>
      <w:rFonts w:cs="Arial"/>
      <w:b/>
      <w:bCs/>
      <w:color w:val="005172"/>
      <w:sz w:val="26"/>
      <w:szCs w:val="26"/>
    </w:rPr>
  </w:style>
  <w:style w:type="paragraph" w:styleId="Heading4">
    <w:name w:val="heading 4"/>
    <w:basedOn w:val="BodyText"/>
    <w:next w:val="BodyText"/>
    <w:link w:val="Heading4Char"/>
    <w:unhideWhenUsed/>
    <w:rsid w:val="00F73349"/>
    <w:pPr>
      <w:keepNext/>
      <w:outlineLvl w:val="3"/>
    </w:pPr>
    <w:rPr>
      <w:b/>
      <w:bCs/>
      <w:szCs w:val="28"/>
    </w:rPr>
  </w:style>
  <w:style w:type="paragraph" w:styleId="Heading5">
    <w:name w:val="heading 5"/>
    <w:basedOn w:val="BodyText"/>
    <w:next w:val="BodyText"/>
    <w:link w:val="Heading5Char"/>
    <w:unhideWhenUsed/>
    <w:rsid w:val="00F73349"/>
    <w:pPr>
      <w:outlineLvl w:val="4"/>
    </w:pPr>
    <w:rPr>
      <w:b/>
      <w:bCs/>
      <w:iCs/>
      <w:szCs w:val="26"/>
    </w:rPr>
  </w:style>
  <w:style w:type="paragraph" w:styleId="Heading6">
    <w:name w:val="heading 6"/>
    <w:basedOn w:val="BodyText"/>
    <w:next w:val="BodyText"/>
    <w:link w:val="Heading6Char"/>
    <w:unhideWhenUsed/>
    <w:rsid w:val="00F73349"/>
    <w:pPr>
      <w:keepNext/>
      <w:outlineLvl w:val="5"/>
    </w:pPr>
    <w:rPr>
      <w:b/>
      <w:bCs/>
    </w:rPr>
  </w:style>
  <w:style w:type="paragraph" w:styleId="Heading7">
    <w:name w:val="heading 7"/>
    <w:basedOn w:val="BodyText"/>
    <w:next w:val="BodyText"/>
    <w:link w:val="Heading7Char"/>
    <w:unhideWhenUsed/>
    <w:rsid w:val="00F73349"/>
    <w:pPr>
      <w:keepNext/>
      <w:outlineLvl w:val="6"/>
    </w:pPr>
    <w:rPr>
      <w:b/>
      <w:szCs w:val="24"/>
    </w:rPr>
  </w:style>
  <w:style w:type="paragraph" w:styleId="Heading8">
    <w:name w:val="heading 8"/>
    <w:basedOn w:val="BodyText"/>
    <w:next w:val="BodyText"/>
    <w:link w:val="Heading8Char"/>
    <w:unhideWhenUsed/>
    <w:rsid w:val="00F73349"/>
    <w:pPr>
      <w:keepNext/>
      <w:outlineLvl w:val="7"/>
    </w:pPr>
    <w:rPr>
      <w:b/>
      <w:iCs/>
      <w:szCs w:val="24"/>
    </w:rPr>
  </w:style>
  <w:style w:type="paragraph" w:styleId="Heading9">
    <w:name w:val="heading 9"/>
    <w:basedOn w:val="BodyText"/>
    <w:next w:val="BodyText"/>
    <w:link w:val="Heading9Char"/>
    <w:unhideWhenUsed/>
    <w:rsid w:val="00F73349"/>
    <w:pPr>
      <w:keepNext/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F73349"/>
    <w:pPr>
      <w:spacing w:after="120"/>
    </w:pPr>
  </w:style>
  <w:style w:type="character" w:customStyle="1" w:styleId="BodyTextChar">
    <w:name w:val="Body Text Char"/>
    <w:link w:val="BodyText"/>
    <w:rsid w:val="00F73349"/>
    <w:rPr>
      <w:rFonts w:ascii="Arial" w:eastAsia="Calibri" w:hAnsi="Arial"/>
      <w:sz w:val="22"/>
      <w:szCs w:val="22"/>
      <w:lang w:eastAsia="en-US"/>
    </w:rPr>
  </w:style>
  <w:style w:type="paragraph" w:customStyle="1" w:styleId="Numberedpara">
    <w:name w:val="Numbered para"/>
    <w:basedOn w:val="BodyText"/>
    <w:qFormat/>
    <w:rsid w:val="00F73349"/>
    <w:pPr>
      <w:numPr>
        <w:ilvl w:val="2"/>
        <w:numId w:val="15"/>
      </w:numPr>
    </w:pPr>
  </w:style>
  <w:style w:type="character" w:customStyle="1" w:styleId="Heading1Char">
    <w:name w:val="Heading 1 Char"/>
    <w:link w:val="Heading1"/>
    <w:rsid w:val="00F73349"/>
    <w:rPr>
      <w:rFonts w:ascii="Arial" w:hAnsi="Arial"/>
      <w:b/>
      <w:color w:val="005172"/>
      <w:sz w:val="28"/>
      <w:szCs w:val="24"/>
      <w:lang w:eastAsia="en-US"/>
    </w:rPr>
  </w:style>
  <w:style w:type="character" w:customStyle="1" w:styleId="Heading2Char">
    <w:name w:val="Heading 2 Char"/>
    <w:link w:val="Heading2"/>
    <w:rsid w:val="00F73349"/>
    <w:rPr>
      <w:rFonts w:ascii="Arial" w:hAnsi="Arial" w:cs="Arial"/>
      <w:b/>
      <w:bCs/>
      <w:iCs/>
      <w:color w:val="005172"/>
      <w:sz w:val="26"/>
      <w:szCs w:val="28"/>
      <w:lang w:eastAsia="en-US"/>
    </w:rPr>
  </w:style>
  <w:style w:type="character" w:customStyle="1" w:styleId="Heading3Char">
    <w:name w:val="Heading 3 Char"/>
    <w:link w:val="Heading3"/>
    <w:rsid w:val="00F73349"/>
    <w:rPr>
      <w:rFonts w:ascii="Arial" w:hAnsi="Arial" w:cs="Arial"/>
      <w:b/>
      <w:bCs/>
      <w:color w:val="005172"/>
      <w:sz w:val="26"/>
      <w:szCs w:val="26"/>
      <w:lang w:eastAsia="en-US"/>
    </w:rPr>
  </w:style>
  <w:style w:type="character" w:customStyle="1" w:styleId="Heading4Char">
    <w:name w:val="Heading 4 Char"/>
    <w:link w:val="Heading4"/>
    <w:rsid w:val="00F73349"/>
    <w:rPr>
      <w:rFonts w:ascii="Arial" w:hAnsi="Arial"/>
      <w:b/>
      <w:bCs/>
      <w:sz w:val="22"/>
      <w:szCs w:val="28"/>
      <w:lang w:eastAsia="en-US"/>
    </w:rPr>
  </w:style>
  <w:style w:type="character" w:customStyle="1" w:styleId="Heading5Char">
    <w:name w:val="Heading 5 Char"/>
    <w:link w:val="Heading5"/>
    <w:rsid w:val="00F73349"/>
    <w:rPr>
      <w:rFonts w:ascii="Arial" w:hAnsi="Arial"/>
      <w:b/>
      <w:bCs/>
      <w:iCs/>
      <w:sz w:val="22"/>
      <w:szCs w:val="26"/>
      <w:lang w:eastAsia="en-US"/>
    </w:rPr>
  </w:style>
  <w:style w:type="character" w:customStyle="1" w:styleId="Heading6Char">
    <w:name w:val="Heading 6 Char"/>
    <w:link w:val="Heading6"/>
    <w:rsid w:val="00F73349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F73349"/>
    <w:rPr>
      <w:rFonts w:ascii="Arial" w:hAnsi="Arial"/>
      <w:b/>
      <w:sz w:val="22"/>
      <w:szCs w:val="24"/>
      <w:lang w:eastAsia="en-US"/>
    </w:rPr>
  </w:style>
  <w:style w:type="character" w:customStyle="1" w:styleId="Heading8Char">
    <w:name w:val="Heading 8 Char"/>
    <w:link w:val="Heading8"/>
    <w:rsid w:val="00F73349"/>
    <w:rPr>
      <w:rFonts w:ascii="Arial" w:hAnsi="Arial"/>
      <w:b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F73349"/>
    <w:rPr>
      <w:rFonts w:ascii="Arial" w:hAnsi="Arial" w:cs="Arial"/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nhideWhenUsed/>
    <w:rsid w:val="00F7334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73349"/>
    <w:rPr>
      <w:rFonts w:ascii="Arial" w:eastAsia="Calibri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7334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B934A9"/>
    <w:rPr>
      <w:rFonts w:ascii="Arial" w:eastAsia="Calibri" w:hAnsi="Arial"/>
      <w:sz w:val="22"/>
      <w:szCs w:val="22"/>
      <w:lang w:eastAsia="en-US"/>
    </w:rPr>
  </w:style>
  <w:style w:type="paragraph" w:customStyle="1" w:styleId="DocTitle">
    <w:name w:val="DocTitle"/>
    <w:basedOn w:val="BodyText"/>
    <w:next w:val="BodyText"/>
    <w:unhideWhenUsed/>
    <w:qFormat/>
    <w:rsid w:val="00F73349"/>
    <w:pPr>
      <w:spacing w:before="600" w:after="0"/>
    </w:pPr>
    <w:rPr>
      <w:color w:val="005172"/>
      <w:sz w:val="42"/>
      <w:szCs w:val="24"/>
    </w:rPr>
  </w:style>
  <w:style w:type="paragraph" w:customStyle="1" w:styleId="EndorsementName">
    <w:name w:val="EndorsementName"/>
    <w:basedOn w:val="BodyText"/>
    <w:next w:val="EndorsementSubHeading"/>
    <w:semiHidden/>
    <w:rsid w:val="00F73349"/>
    <w:pPr>
      <w:spacing w:before="240"/>
      <w:ind w:left="4000"/>
    </w:pPr>
    <w:rPr>
      <w:sz w:val="20"/>
      <w:szCs w:val="24"/>
    </w:rPr>
  </w:style>
  <w:style w:type="paragraph" w:customStyle="1" w:styleId="EndorsementSubHeading">
    <w:name w:val="EndorsementSubHeading"/>
    <w:basedOn w:val="BodyText"/>
    <w:next w:val="EndorsementName"/>
    <w:semiHidden/>
    <w:rsid w:val="00F73349"/>
    <w:pPr>
      <w:spacing w:before="480" w:after="360"/>
      <w:ind w:left="4000"/>
    </w:pPr>
    <w:rPr>
      <w:b/>
      <w:sz w:val="20"/>
      <w:szCs w:val="20"/>
    </w:rPr>
  </w:style>
  <w:style w:type="paragraph" w:customStyle="1" w:styleId="EndorsementHeading">
    <w:name w:val="EndorsementHeading"/>
    <w:basedOn w:val="BodyText"/>
    <w:next w:val="EndorsementSubHeading"/>
    <w:semiHidden/>
    <w:rsid w:val="00F73349"/>
    <w:pPr>
      <w:spacing w:before="840" w:after="0"/>
      <w:ind w:left="4000"/>
    </w:pPr>
    <w:rPr>
      <w:b/>
      <w:sz w:val="28"/>
      <w:szCs w:val="24"/>
    </w:rPr>
  </w:style>
  <w:style w:type="paragraph" w:customStyle="1" w:styleId="EndorsementSignature">
    <w:name w:val="EndorsementSignature"/>
    <w:basedOn w:val="BodyText"/>
    <w:next w:val="EndorsementName"/>
    <w:semiHidden/>
    <w:rsid w:val="00F73349"/>
    <w:pPr>
      <w:tabs>
        <w:tab w:val="left" w:leader="dot" w:pos="8900"/>
      </w:tabs>
      <w:spacing w:before="600" w:after="0"/>
      <w:ind w:left="4000"/>
    </w:pPr>
    <w:rPr>
      <w:sz w:val="18"/>
      <w:szCs w:val="24"/>
    </w:rPr>
  </w:style>
  <w:style w:type="paragraph" w:customStyle="1" w:styleId="DocTitle2">
    <w:name w:val="DocTitle2"/>
    <w:basedOn w:val="DocTitle"/>
    <w:unhideWhenUsed/>
    <w:qFormat/>
    <w:rsid w:val="00F73349"/>
    <w:rPr>
      <w:sz w:val="32"/>
      <w:szCs w:val="32"/>
    </w:rPr>
  </w:style>
  <w:style w:type="paragraph" w:customStyle="1" w:styleId="GeneralHeading">
    <w:name w:val="General Heading"/>
    <w:basedOn w:val="BodyText"/>
    <w:next w:val="BodyText"/>
    <w:qFormat/>
    <w:rsid w:val="00E50782"/>
    <w:pPr>
      <w:keepNext/>
      <w:spacing w:before="360" w:after="360"/>
    </w:pPr>
    <w:rPr>
      <w:b/>
      <w:color w:val="005172"/>
      <w:sz w:val="28"/>
      <w:szCs w:val="20"/>
    </w:rPr>
  </w:style>
  <w:style w:type="paragraph" w:customStyle="1" w:styleId="Bullet1">
    <w:name w:val="Bullet 1"/>
    <w:basedOn w:val="BodyText"/>
    <w:qFormat/>
    <w:rsid w:val="00F73349"/>
    <w:pPr>
      <w:numPr>
        <w:numId w:val="17"/>
      </w:numPr>
    </w:pPr>
  </w:style>
  <w:style w:type="paragraph" w:customStyle="1" w:styleId="Tableheadingtext">
    <w:name w:val="Table heading text"/>
    <w:qFormat/>
    <w:rsid w:val="00F73349"/>
    <w:pPr>
      <w:spacing w:before="60" w:after="60"/>
    </w:pPr>
    <w:rPr>
      <w:b/>
      <w:color w:val="005172"/>
      <w:sz w:val="22"/>
      <w:szCs w:val="22"/>
      <w:lang w:eastAsia="en-US"/>
    </w:rPr>
  </w:style>
  <w:style w:type="paragraph" w:customStyle="1" w:styleId="Tabletext">
    <w:name w:val="Table text"/>
    <w:qFormat/>
    <w:rsid w:val="00F73349"/>
    <w:pPr>
      <w:spacing w:before="60" w:after="60"/>
    </w:pPr>
    <w:rPr>
      <w:sz w:val="22"/>
      <w:szCs w:val="22"/>
      <w:lang w:eastAsia="en-US"/>
    </w:rPr>
  </w:style>
  <w:style w:type="paragraph" w:customStyle="1" w:styleId="Appendixheader">
    <w:name w:val="Appendix header"/>
    <w:basedOn w:val="BodyText"/>
    <w:next w:val="BodyText"/>
    <w:qFormat/>
    <w:rsid w:val="00F73349"/>
    <w:pPr>
      <w:keepNext/>
      <w:spacing w:before="240" w:after="360"/>
    </w:pPr>
    <w:rPr>
      <w:b/>
      <w:color w:val="005172"/>
      <w:sz w:val="28"/>
      <w:szCs w:val="20"/>
    </w:rPr>
  </w:style>
  <w:style w:type="paragraph" w:customStyle="1" w:styleId="AppendixHeading2">
    <w:name w:val="Appendix Heading 2"/>
    <w:basedOn w:val="AppendixHeading1"/>
    <w:next w:val="Appendixnumberedpara"/>
    <w:qFormat/>
    <w:rsid w:val="00F73349"/>
    <w:pPr>
      <w:numPr>
        <w:ilvl w:val="1"/>
      </w:numPr>
      <w:spacing w:after="240"/>
    </w:pPr>
  </w:style>
  <w:style w:type="paragraph" w:customStyle="1" w:styleId="AppendixHeading1">
    <w:name w:val="Appendix Heading 1"/>
    <w:basedOn w:val="BodyText"/>
    <w:next w:val="BodyText"/>
    <w:link w:val="AppendixHeading1Char"/>
    <w:qFormat/>
    <w:rsid w:val="00F73349"/>
    <w:pPr>
      <w:keepNext/>
      <w:numPr>
        <w:numId w:val="18"/>
      </w:numPr>
      <w:spacing w:before="240" w:after="360"/>
    </w:pPr>
    <w:rPr>
      <w:b/>
      <w:color w:val="005172"/>
      <w:sz w:val="28"/>
    </w:rPr>
  </w:style>
  <w:style w:type="character" w:customStyle="1" w:styleId="AppendixHeading1Char">
    <w:name w:val="Appendix Heading 1 Char"/>
    <w:link w:val="AppendixHeading1"/>
    <w:rsid w:val="00F73349"/>
    <w:rPr>
      <w:rFonts w:ascii="Arial" w:hAnsi="Arial"/>
      <w:b/>
      <w:color w:val="005172"/>
      <w:sz w:val="28"/>
      <w:szCs w:val="22"/>
      <w:lang w:eastAsia="en-US"/>
    </w:rPr>
  </w:style>
  <w:style w:type="paragraph" w:customStyle="1" w:styleId="Appendixnumberedpara">
    <w:name w:val="Appendix numbered para"/>
    <w:basedOn w:val="BodyText"/>
    <w:qFormat/>
    <w:rsid w:val="00F73349"/>
    <w:pPr>
      <w:numPr>
        <w:ilvl w:val="4"/>
        <w:numId w:val="18"/>
      </w:numPr>
    </w:pPr>
  </w:style>
  <w:style w:type="paragraph" w:customStyle="1" w:styleId="PrelimsHeading">
    <w:name w:val="PrelimsHeading"/>
    <w:basedOn w:val="BodyText"/>
    <w:next w:val="PrelimsText"/>
    <w:semiHidden/>
    <w:rsid w:val="00F73349"/>
    <w:pPr>
      <w:tabs>
        <w:tab w:val="left" w:pos="2835"/>
        <w:tab w:val="left" w:pos="5387"/>
      </w:tabs>
      <w:spacing w:before="120"/>
    </w:pPr>
    <w:rPr>
      <w:b/>
      <w:color w:val="005172"/>
      <w:sz w:val="20"/>
      <w:szCs w:val="20"/>
    </w:rPr>
  </w:style>
  <w:style w:type="paragraph" w:customStyle="1" w:styleId="PrelimsText">
    <w:name w:val="PrelimsText"/>
    <w:basedOn w:val="BodyText"/>
    <w:next w:val="PrelimsHeading"/>
    <w:semiHidden/>
    <w:rsid w:val="00F73349"/>
    <w:pPr>
      <w:spacing w:after="240"/>
    </w:pPr>
    <w:rPr>
      <w:sz w:val="20"/>
      <w:szCs w:val="20"/>
    </w:rPr>
  </w:style>
  <w:style w:type="paragraph" w:customStyle="1" w:styleId="PrelimsFirstHeading">
    <w:name w:val="PrelimsFirstHeading"/>
    <w:basedOn w:val="PrelimsHeading"/>
    <w:next w:val="BodyText"/>
    <w:semiHidden/>
    <w:rsid w:val="00F73349"/>
  </w:style>
  <w:style w:type="paragraph" w:customStyle="1" w:styleId="PrelimsTableText">
    <w:name w:val="PrelimsTableText"/>
    <w:basedOn w:val="BodyText"/>
    <w:semiHidden/>
    <w:rsid w:val="00F73349"/>
    <w:pPr>
      <w:spacing w:before="60" w:after="60"/>
    </w:pPr>
    <w:rPr>
      <w:sz w:val="20"/>
      <w:szCs w:val="20"/>
    </w:rPr>
  </w:style>
  <w:style w:type="paragraph" w:customStyle="1" w:styleId="PrelimsTableHeadingText">
    <w:name w:val="PrelimsTableHeadingText"/>
    <w:basedOn w:val="BodyText"/>
    <w:semiHidden/>
    <w:rsid w:val="00F73349"/>
    <w:pPr>
      <w:spacing w:before="60" w:after="60"/>
    </w:pPr>
    <w:rPr>
      <w:b/>
      <w:color w:val="005172"/>
      <w:sz w:val="20"/>
      <w:szCs w:val="20"/>
    </w:rPr>
  </w:style>
  <w:style w:type="paragraph" w:customStyle="1" w:styleId="Tablebullet1">
    <w:name w:val="Table bullet 1"/>
    <w:basedOn w:val="Tabletext"/>
    <w:qFormat/>
    <w:rsid w:val="00F73349"/>
    <w:pPr>
      <w:numPr>
        <w:numId w:val="35"/>
      </w:numPr>
    </w:pPr>
  </w:style>
  <w:style w:type="paragraph" w:customStyle="1" w:styleId="Bullet2">
    <w:name w:val="Bullet 2"/>
    <w:basedOn w:val="Bullet1"/>
    <w:qFormat/>
    <w:rsid w:val="00F73349"/>
    <w:pPr>
      <w:numPr>
        <w:ilvl w:val="1"/>
      </w:numPr>
    </w:pPr>
    <w:rPr>
      <w:szCs w:val="20"/>
    </w:rPr>
  </w:style>
  <w:style w:type="paragraph" w:customStyle="1" w:styleId="Bullet3">
    <w:name w:val="Bullet 3"/>
    <w:basedOn w:val="Bullet2"/>
    <w:qFormat/>
    <w:rsid w:val="00F73349"/>
    <w:pPr>
      <w:numPr>
        <w:ilvl w:val="2"/>
      </w:numPr>
    </w:pPr>
  </w:style>
  <w:style w:type="paragraph" w:customStyle="1" w:styleId="List1">
    <w:name w:val="List 1"/>
    <w:basedOn w:val="BodyText"/>
    <w:qFormat/>
    <w:rsid w:val="00F73349"/>
    <w:pPr>
      <w:numPr>
        <w:ilvl w:val="4"/>
        <w:numId w:val="15"/>
      </w:numPr>
    </w:pPr>
  </w:style>
  <w:style w:type="paragraph" w:styleId="List2">
    <w:name w:val="List 2"/>
    <w:basedOn w:val="Normal"/>
    <w:qFormat/>
    <w:rsid w:val="00F73349"/>
    <w:pPr>
      <w:numPr>
        <w:ilvl w:val="5"/>
        <w:numId w:val="15"/>
      </w:numPr>
      <w:spacing w:after="120"/>
    </w:pPr>
  </w:style>
  <w:style w:type="paragraph" w:customStyle="1" w:styleId="Tablebullet2">
    <w:name w:val="Table bullet 2"/>
    <w:basedOn w:val="Tablebullet1"/>
    <w:qFormat/>
    <w:rsid w:val="00F73349"/>
    <w:pPr>
      <w:numPr>
        <w:ilvl w:val="1"/>
      </w:numPr>
    </w:pPr>
  </w:style>
  <w:style w:type="paragraph" w:customStyle="1" w:styleId="TableList1">
    <w:name w:val="Table List1"/>
    <w:basedOn w:val="Tabletext"/>
    <w:qFormat/>
    <w:rsid w:val="00F73349"/>
    <w:pPr>
      <w:numPr>
        <w:numId w:val="36"/>
      </w:numPr>
    </w:pPr>
  </w:style>
  <w:style w:type="paragraph" w:customStyle="1" w:styleId="TableList2">
    <w:name w:val="Table List2"/>
    <w:basedOn w:val="TableList1"/>
    <w:qFormat/>
    <w:rsid w:val="00F73349"/>
    <w:pPr>
      <w:numPr>
        <w:ilvl w:val="1"/>
      </w:numPr>
    </w:pPr>
  </w:style>
  <w:style w:type="paragraph" w:styleId="Caption">
    <w:name w:val="caption"/>
    <w:basedOn w:val="Normal"/>
    <w:next w:val="Normal"/>
    <w:uiPriority w:val="35"/>
    <w:unhideWhenUsed/>
    <w:rsid w:val="00F73349"/>
    <w:pPr>
      <w:spacing w:before="120" w:after="120"/>
      <w:jc w:val="center"/>
    </w:pPr>
    <w:rPr>
      <w:b/>
      <w:bCs/>
      <w:szCs w:val="18"/>
    </w:rPr>
  </w:style>
  <w:style w:type="paragraph" w:customStyle="1" w:styleId="Tablecaption">
    <w:name w:val="Table caption"/>
    <w:basedOn w:val="Normal"/>
    <w:next w:val="BodyText"/>
    <w:qFormat/>
    <w:rsid w:val="00F73349"/>
    <w:pPr>
      <w:numPr>
        <w:numId w:val="40"/>
      </w:numPr>
      <w:spacing w:before="120" w:after="120"/>
      <w:jc w:val="center"/>
    </w:pPr>
    <w:rPr>
      <w:b/>
    </w:rPr>
  </w:style>
  <w:style w:type="paragraph" w:customStyle="1" w:styleId="Figurecaption">
    <w:name w:val="Figure caption"/>
    <w:basedOn w:val="Tablecaption"/>
    <w:next w:val="BodyText"/>
    <w:qFormat/>
    <w:rsid w:val="00F73349"/>
    <w:pPr>
      <w:numPr>
        <w:numId w:val="38"/>
      </w:numPr>
    </w:pPr>
  </w:style>
  <w:style w:type="paragraph" w:customStyle="1" w:styleId="AppendixTablecaption">
    <w:name w:val="Appendix Table caption"/>
    <w:next w:val="BodyText"/>
    <w:qFormat/>
    <w:rsid w:val="00F73349"/>
    <w:pPr>
      <w:numPr>
        <w:ilvl w:val="2"/>
        <w:numId w:val="18"/>
      </w:numPr>
      <w:spacing w:before="120" w:after="120" w:line="276" w:lineRule="auto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AppendixFigurecaption">
    <w:name w:val="Appendix Figure caption"/>
    <w:basedOn w:val="AppendixTablecaption"/>
    <w:next w:val="BodyText"/>
    <w:qFormat/>
    <w:rsid w:val="00F73349"/>
    <w:pPr>
      <w:numPr>
        <w:ilvl w:val="3"/>
      </w:numPr>
    </w:pPr>
  </w:style>
  <w:style w:type="character" w:styleId="Hyperlink">
    <w:name w:val="Hyperlink"/>
    <w:uiPriority w:val="99"/>
    <w:unhideWhenUsed/>
    <w:rsid w:val="00F7334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F73349"/>
    <w:pPr>
      <w:tabs>
        <w:tab w:val="left" w:pos="567"/>
        <w:tab w:val="right" w:leader="dot" w:pos="9061"/>
      </w:tabs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F73349"/>
    <w:pPr>
      <w:tabs>
        <w:tab w:val="left" w:pos="1134"/>
        <w:tab w:val="right" w:leader="dot" w:pos="9061"/>
      </w:tabs>
      <w:spacing w:after="100"/>
      <w:ind w:left="567"/>
    </w:pPr>
  </w:style>
  <w:style w:type="paragraph" w:styleId="TOC4">
    <w:name w:val="toc 4"/>
    <w:basedOn w:val="Normal"/>
    <w:next w:val="Normal"/>
    <w:autoRedefine/>
    <w:uiPriority w:val="39"/>
    <w:unhideWhenUsed/>
    <w:rsid w:val="00F73349"/>
    <w:pPr>
      <w:tabs>
        <w:tab w:val="right" w:leader="dot" w:pos="9061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F73349"/>
    <w:pPr>
      <w:spacing w:after="100"/>
      <w:ind w:left="440"/>
    </w:pPr>
  </w:style>
  <w:style w:type="paragraph" w:styleId="TOC5">
    <w:name w:val="toc 5"/>
    <w:basedOn w:val="Normal"/>
    <w:next w:val="Normal"/>
    <w:autoRedefine/>
    <w:uiPriority w:val="39"/>
    <w:unhideWhenUsed/>
    <w:rsid w:val="00F7334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F7334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F7334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F7334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F73349"/>
    <w:pPr>
      <w:spacing w:after="100"/>
      <w:ind w:left="1760"/>
    </w:pPr>
  </w:style>
  <w:style w:type="paragraph" w:customStyle="1" w:styleId="Note">
    <w:name w:val="Note"/>
    <w:basedOn w:val="BodyText"/>
    <w:next w:val="BodyText"/>
    <w:qFormat/>
    <w:rsid w:val="00F73349"/>
    <w:pPr>
      <w:numPr>
        <w:numId w:val="41"/>
      </w:numPr>
      <w:ind w:left="992"/>
    </w:pPr>
    <w:rPr>
      <w:i/>
    </w:rPr>
  </w:style>
  <w:style w:type="character" w:styleId="PlaceholderText">
    <w:name w:val="Placeholder Text"/>
    <w:uiPriority w:val="99"/>
    <w:semiHidden/>
    <w:rsid w:val="00F73349"/>
    <w:rPr>
      <w:color w:val="808080"/>
    </w:rPr>
  </w:style>
  <w:style w:type="paragraph" w:customStyle="1" w:styleId="Subheading">
    <w:name w:val="Subheading"/>
    <w:basedOn w:val="BodyText"/>
    <w:next w:val="Numberedpara"/>
    <w:qFormat/>
    <w:rsid w:val="00F73349"/>
    <w:pPr>
      <w:keepNext/>
      <w:spacing w:before="240"/>
      <w:ind w:left="992"/>
    </w:pPr>
    <w:rPr>
      <w:b/>
    </w:rPr>
  </w:style>
  <w:style w:type="paragraph" w:customStyle="1" w:styleId="Listcontinue1">
    <w:name w:val="List continue 1"/>
    <w:basedOn w:val="BodyText"/>
    <w:next w:val="List1"/>
    <w:qFormat/>
    <w:rsid w:val="00F73349"/>
    <w:pPr>
      <w:ind w:left="1418"/>
    </w:pPr>
  </w:style>
  <w:style w:type="paragraph" w:customStyle="1" w:styleId="RAGbullet">
    <w:name w:val="RAG bullet"/>
    <w:basedOn w:val="BodyText"/>
    <w:rsid w:val="00F73349"/>
    <w:pPr>
      <w:numPr>
        <w:numId w:val="43"/>
      </w:numPr>
    </w:pPr>
  </w:style>
  <w:style w:type="paragraph" w:customStyle="1" w:styleId="AppendixHeading3">
    <w:name w:val="Appendix Heading 3"/>
    <w:basedOn w:val="Heading3"/>
    <w:next w:val="Appendixnumberedpara"/>
    <w:qFormat/>
    <w:rsid w:val="00F73349"/>
  </w:style>
  <w:style w:type="paragraph" w:customStyle="1" w:styleId="Appendixsubheading">
    <w:name w:val="Appendix subheading"/>
    <w:basedOn w:val="Subheading"/>
    <w:next w:val="Appendixnumberedpara"/>
    <w:qFormat/>
    <w:rsid w:val="00F73349"/>
  </w:style>
  <w:style w:type="paragraph" w:styleId="BalloonText">
    <w:name w:val="Balloon Text"/>
    <w:basedOn w:val="Normal"/>
    <w:link w:val="BalloonTextChar"/>
    <w:uiPriority w:val="99"/>
    <w:rsid w:val="004551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5512B"/>
    <w:rPr>
      <w:rFonts w:ascii="Tahoma" w:eastAsia="Calibri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A93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oss1\Documents\OHW\For%20further%20review%20and%20edit\HMAP\HMAP%20template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B8A7D1F52AC24BAE6A3BFA72E07E0E" ma:contentTypeVersion="4" ma:contentTypeDescription="Create a new document." ma:contentTypeScope="" ma:versionID="92d160803890ace4a3f35b52fa5caed4">
  <xsd:schema xmlns:xsd="http://www.w3.org/2001/XMLSchema" xmlns:xs="http://www.w3.org/2001/XMLSchema" xmlns:p="http://schemas.microsoft.com/office/2006/metadata/properties" xmlns:ns2="7dae40c5-36c5-4221-8afc-d6751b5ba890" xmlns:ns3="908aab51-b1ce-4e53-9117-20049af3c7fb" targetNamespace="http://schemas.microsoft.com/office/2006/metadata/properties" ma:root="true" ma:fieldsID="e4a0cee6147be17d733dfda51200cfab" ns2:_="" ns3:_="">
    <xsd:import namespace="7dae40c5-36c5-4221-8afc-d6751b5ba890"/>
    <xsd:import namespace="908aab51-b1ce-4e53-9117-20049af3c7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e40c5-36c5-4221-8afc-d6751b5ba8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aab51-b1ce-4e53-9117-20049af3c7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33528-4C04-465A-889C-36A99F205DFD}"/>
</file>

<file path=customXml/itemProps2.xml><?xml version="1.0" encoding="utf-8"?>
<ds:datastoreItem xmlns:ds="http://schemas.openxmlformats.org/officeDocument/2006/customXml" ds:itemID="{58106328-787C-4A96-9E41-4295191E6BB4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482a2657-0e90-4fc6-a51b-b86d810f63b9"/>
    <ds:schemaRef ds:uri="f5c70bda-2b2b-475b-b416-dbe84c3c7b8a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61A9583-0EB4-4B0F-96A1-FDA49767BC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8B5385-AE40-493F-B899-3BEDEC5E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HMAP template</Template>
  <TotalTime>1</TotalTime>
  <Pages>3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HMAP form for handwritten completion</vt:lpstr>
    </vt:vector>
  </TitlesOfParts>
  <Manager>Victoria.Ward@networkrail.co.uk</Manager>
  <Company>Network Rail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FMP/HMAP form for handwritten completion</dc:title>
  <dc:subject>Version 1</dc:subject>
  <dc:creator>MFoss1</dc:creator>
  <dc:description>Word version of HMAP form - to be printed for handwritten completion</dc:description>
  <cp:lastModifiedBy>Holmes Charlotte</cp:lastModifiedBy>
  <cp:revision>2</cp:revision>
  <cp:lastPrinted>2014-10-23T12:52:00Z</cp:lastPrinted>
  <dcterms:created xsi:type="dcterms:W3CDTF">2019-12-04T14:14:00Z</dcterms:created>
  <dcterms:modified xsi:type="dcterms:W3CDTF">2019-12-04T14:14:00Z</dcterms:modified>
  <cp:category>Form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0x01010094B8A7D1F52AC24BAE6A3BFA72E07E0E</vt:lpwstr>
  </property>
  <property fmtid="{D5CDD505-2E9C-101B-9397-08002B2CF9AE}" pid="3" name="Top Event + Hazard agreed">
    <vt:bool>false</vt:bool>
  </property>
  <property fmtid="{D5CDD505-2E9C-101B-9397-08002B2CF9AE}" pid="4" name="Threats agreed">
    <vt:bool>false</vt:bool>
  </property>
  <property fmtid="{D5CDD505-2E9C-101B-9397-08002B2CF9AE}" pid="5" name="Validated against risk register">
    <vt:bool>false</vt:bool>
  </property>
  <property fmtid="{D5CDD505-2E9C-101B-9397-08002B2CF9AE}" pid="6" name="Consequences agreed">
    <vt:bool>false</vt:bool>
  </property>
  <property fmtid="{D5CDD505-2E9C-101B-9397-08002B2CF9AE}" pid="7" name="Controls agreed">
    <vt:bool>false</vt:bool>
  </property>
  <property fmtid="{D5CDD505-2E9C-101B-9397-08002B2CF9AE}" pid="8" name="&quot;Control effectiveness&quot; (non data) agreed">
    <vt:bool>false</vt:bool>
  </property>
  <property fmtid="{D5CDD505-2E9C-101B-9397-08002B2CF9AE}" pid="9" name="Existing standards mapped to each control">
    <vt:bool>false</vt:bool>
  </property>
  <property fmtid="{D5CDD505-2E9C-101B-9397-08002B2CF9AE}" pid="10" name="Accountable Roles agreed">
    <vt:bool>false</vt:bool>
  </property>
</Properties>
</file>